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A08E7" w14:textId="77777777" w:rsidR="006E5D65" w:rsidRPr="00F071E2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F071E2">
        <w:rPr>
          <w:rFonts w:ascii="Times New Roman" w:hAnsi="Times New Roman"/>
          <w:b/>
          <w:bCs/>
        </w:rPr>
        <w:t xml:space="preserve">   </w:t>
      </w:r>
      <w:r w:rsidR="00CD6897" w:rsidRPr="00F071E2">
        <w:rPr>
          <w:rFonts w:ascii="Times New Roman" w:hAnsi="Times New Roman"/>
          <w:b/>
          <w:bCs/>
        </w:rPr>
        <w:tab/>
      </w:r>
      <w:r w:rsidR="00CD6897" w:rsidRPr="00F071E2">
        <w:rPr>
          <w:rFonts w:ascii="Times New Roman" w:hAnsi="Times New Roman"/>
          <w:b/>
          <w:bCs/>
        </w:rPr>
        <w:tab/>
      </w:r>
      <w:r w:rsidR="00CD6897" w:rsidRPr="00F071E2">
        <w:rPr>
          <w:rFonts w:ascii="Times New Roman" w:hAnsi="Times New Roman"/>
          <w:b/>
          <w:bCs/>
        </w:rPr>
        <w:tab/>
      </w:r>
      <w:r w:rsidR="00CD6897" w:rsidRPr="00F071E2">
        <w:rPr>
          <w:rFonts w:ascii="Times New Roman" w:hAnsi="Times New Roman"/>
          <w:b/>
          <w:bCs/>
        </w:rPr>
        <w:tab/>
      </w:r>
      <w:r w:rsidR="00CD6897" w:rsidRPr="00F071E2">
        <w:rPr>
          <w:rFonts w:ascii="Times New Roman" w:hAnsi="Times New Roman"/>
          <w:b/>
          <w:bCs/>
        </w:rPr>
        <w:tab/>
      </w:r>
      <w:r w:rsidR="00CD6897" w:rsidRPr="00F071E2">
        <w:rPr>
          <w:rFonts w:ascii="Times New Roman" w:hAnsi="Times New Roman"/>
          <w:b/>
          <w:bCs/>
        </w:rPr>
        <w:tab/>
      </w:r>
      <w:r w:rsidR="00D8678B" w:rsidRPr="00F071E2">
        <w:rPr>
          <w:rFonts w:ascii="Times New Roman" w:hAnsi="Times New Roman"/>
          <w:bCs/>
          <w:i/>
        </w:rPr>
        <w:t xml:space="preserve">Załącznik nr </w:t>
      </w:r>
      <w:r w:rsidR="006F31E2" w:rsidRPr="00F071E2">
        <w:rPr>
          <w:rFonts w:ascii="Times New Roman" w:hAnsi="Times New Roman"/>
          <w:bCs/>
          <w:i/>
        </w:rPr>
        <w:t>1.5</w:t>
      </w:r>
      <w:r w:rsidR="00D8678B" w:rsidRPr="00F071E2">
        <w:rPr>
          <w:rFonts w:ascii="Times New Roman" w:hAnsi="Times New Roman"/>
          <w:bCs/>
          <w:i/>
        </w:rPr>
        <w:t xml:space="preserve"> do Zarządzenia</w:t>
      </w:r>
      <w:r w:rsidR="002A22BF" w:rsidRPr="00F071E2">
        <w:rPr>
          <w:rFonts w:ascii="Times New Roman" w:hAnsi="Times New Roman"/>
          <w:bCs/>
          <w:i/>
        </w:rPr>
        <w:t xml:space="preserve"> Rektora UR </w:t>
      </w:r>
      <w:r w:rsidR="00CD6897" w:rsidRPr="00F071E2">
        <w:rPr>
          <w:rFonts w:ascii="Times New Roman" w:hAnsi="Times New Roman"/>
          <w:bCs/>
          <w:i/>
        </w:rPr>
        <w:t xml:space="preserve"> nr </w:t>
      </w:r>
      <w:r w:rsidR="00F17567" w:rsidRPr="00F071E2">
        <w:rPr>
          <w:rFonts w:ascii="Times New Roman" w:hAnsi="Times New Roman"/>
          <w:bCs/>
          <w:i/>
        </w:rPr>
        <w:t>12/2019</w:t>
      </w:r>
    </w:p>
    <w:p w14:paraId="0B9431D4" w14:textId="77777777" w:rsidR="0085747A" w:rsidRPr="00F071E2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F071E2">
        <w:rPr>
          <w:rFonts w:ascii="Times New Roman" w:hAnsi="Times New Roman"/>
          <w:b/>
          <w:smallCaps/>
          <w:sz w:val="24"/>
        </w:rPr>
        <w:t>SYLABUS</w:t>
      </w:r>
    </w:p>
    <w:p w14:paraId="4F48566D" w14:textId="77777777" w:rsidR="0085747A" w:rsidRPr="00F071E2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F071E2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F071E2">
        <w:rPr>
          <w:rFonts w:ascii="Times New Roman" w:hAnsi="Times New Roman"/>
          <w:b/>
          <w:smallCaps/>
          <w:sz w:val="24"/>
        </w:rPr>
        <w:t xml:space="preserve"> </w:t>
      </w:r>
      <w:r w:rsidR="00DA4EBE" w:rsidRPr="00F071E2">
        <w:rPr>
          <w:rFonts w:ascii="Times New Roman" w:hAnsi="Times New Roman"/>
          <w:i/>
          <w:smallCaps/>
          <w:sz w:val="24"/>
        </w:rPr>
        <w:t>2019-2022</w:t>
      </w:r>
    </w:p>
    <w:p w14:paraId="25286738" w14:textId="04554A9A" w:rsidR="0085747A" w:rsidRPr="00F071E2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F071E2">
        <w:rPr>
          <w:rFonts w:ascii="Times New Roman" w:hAnsi="Times New Roman"/>
          <w:i/>
        </w:rPr>
        <w:t xml:space="preserve">                                                                                                       </w:t>
      </w:r>
      <w:r w:rsidR="00F071E2">
        <w:rPr>
          <w:rFonts w:ascii="Times New Roman" w:hAnsi="Times New Roman"/>
          <w:i/>
        </w:rPr>
        <w:t xml:space="preserve"> </w:t>
      </w:r>
      <w:r w:rsidRPr="00F071E2">
        <w:rPr>
          <w:rFonts w:ascii="Times New Roman" w:hAnsi="Times New Roman"/>
          <w:i/>
        </w:rPr>
        <w:t xml:space="preserve"> </w:t>
      </w:r>
      <w:r w:rsidR="0085747A" w:rsidRPr="00F071E2">
        <w:rPr>
          <w:rFonts w:ascii="Times New Roman" w:hAnsi="Times New Roman"/>
          <w:i/>
          <w:sz w:val="20"/>
        </w:rPr>
        <w:t>(skrajne daty</w:t>
      </w:r>
      <w:r w:rsidR="0085747A" w:rsidRPr="00F071E2">
        <w:rPr>
          <w:rFonts w:ascii="Times New Roman" w:hAnsi="Times New Roman"/>
          <w:sz w:val="20"/>
        </w:rPr>
        <w:t>)</w:t>
      </w:r>
    </w:p>
    <w:p w14:paraId="1A0C9E19" w14:textId="44786F7D" w:rsidR="00445970" w:rsidRPr="00F071E2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F071E2">
        <w:rPr>
          <w:rFonts w:ascii="Times New Roman" w:hAnsi="Times New Roman"/>
        </w:rPr>
        <w:tab/>
      </w:r>
      <w:r w:rsidRPr="00F071E2">
        <w:rPr>
          <w:rFonts w:ascii="Times New Roman" w:hAnsi="Times New Roman"/>
        </w:rPr>
        <w:tab/>
      </w:r>
      <w:r w:rsidRPr="00F071E2">
        <w:rPr>
          <w:rFonts w:ascii="Times New Roman" w:hAnsi="Times New Roman"/>
        </w:rPr>
        <w:tab/>
      </w:r>
      <w:r w:rsidRPr="00F071E2">
        <w:rPr>
          <w:rFonts w:ascii="Times New Roman" w:hAnsi="Times New Roman"/>
        </w:rPr>
        <w:tab/>
        <w:t xml:space="preserve">Rok akademicki </w:t>
      </w:r>
      <w:r w:rsidR="00DA4EBE" w:rsidRPr="00F071E2">
        <w:rPr>
          <w:rFonts w:ascii="Times New Roman" w:hAnsi="Times New Roman"/>
        </w:rPr>
        <w:t>2019/2020</w:t>
      </w:r>
    </w:p>
    <w:p w14:paraId="7119D4E2" w14:textId="77777777" w:rsidR="0085747A" w:rsidRPr="00F071E2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0708DDF6" w14:textId="7745CFCD" w:rsidR="0085747A" w:rsidRDefault="0085747A" w:rsidP="00D8476B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F071E2">
        <w:rPr>
          <w:sz w:val="22"/>
        </w:rPr>
        <w:t xml:space="preserve">Podstawowe </w:t>
      </w:r>
      <w:r w:rsidR="00445970" w:rsidRPr="00F071E2">
        <w:rPr>
          <w:sz w:val="22"/>
        </w:rPr>
        <w:t>informacje o przedmiocie</w:t>
      </w:r>
    </w:p>
    <w:p w14:paraId="256037B5" w14:textId="77777777" w:rsidR="00D8476B" w:rsidRPr="00F071E2" w:rsidRDefault="00D8476B" w:rsidP="00D8476B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071E2" w14:paraId="476CD541" w14:textId="77777777" w:rsidTr="00B819C8">
        <w:tc>
          <w:tcPr>
            <w:tcW w:w="2694" w:type="dxa"/>
            <w:vAlign w:val="center"/>
          </w:tcPr>
          <w:p w14:paraId="7A37E395" w14:textId="77777777" w:rsidR="0085747A" w:rsidRPr="00F071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22B454" w14:textId="77777777" w:rsidR="0085747A" w:rsidRPr="00D8476B" w:rsidRDefault="00703947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D8476B">
              <w:rPr>
                <w:sz w:val="22"/>
              </w:rPr>
              <w:t>Wprowadzenie do psychologii</w:t>
            </w:r>
          </w:p>
        </w:tc>
      </w:tr>
      <w:tr w:rsidR="0085747A" w:rsidRPr="00F071E2" w14:paraId="33C93BD0" w14:textId="77777777" w:rsidTr="00B819C8">
        <w:tc>
          <w:tcPr>
            <w:tcW w:w="2694" w:type="dxa"/>
            <w:vAlign w:val="center"/>
          </w:tcPr>
          <w:p w14:paraId="353DF72E" w14:textId="77777777" w:rsidR="0085747A" w:rsidRPr="00F071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Kod przedmiotu</w:t>
            </w:r>
            <w:r w:rsidR="0085747A" w:rsidRPr="00F071E2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5406E03" w14:textId="2E7DBF8A" w:rsidR="0085747A" w:rsidRPr="00F071E2" w:rsidRDefault="00D8476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F071E2" w14:paraId="2E3DB6FD" w14:textId="77777777" w:rsidTr="00B819C8">
        <w:tc>
          <w:tcPr>
            <w:tcW w:w="2694" w:type="dxa"/>
            <w:vAlign w:val="center"/>
          </w:tcPr>
          <w:p w14:paraId="4A08626B" w14:textId="77777777" w:rsidR="0085747A" w:rsidRPr="00F071E2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nazwa</w:t>
            </w:r>
            <w:r w:rsidR="00C05F44" w:rsidRPr="00F071E2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48421" w14:textId="5FE7271D" w:rsidR="0085747A" w:rsidRPr="00F071E2" w:rsidRDefault="00C9716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F071E2" w14:paraId="01CEA2D2" w14:textId="77777777" w:rsidTr="00B819C8">
        <w:tc>
          <w:tcPr>
            <w:tcW w:w="2694" w:type="dxa"/>
            <w:vAlign w:val="center"/>
          </w:tcPr>
          <w:p w14:paraId="10A1C8F3" w14:textId="77777777" w:rsidR="0085747A" w:rsidRPr="00F071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A6DF3B" w14:textId="0BC24BB2" w:rsidR="0085747A" w:rsidRPr="00F071E2" w:rsidRDefault="00C9716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F071E2" w14:paraId="394A88CD" w14:textId="77777777" w:rsidTr="00B819C8">
        <w:tc>
          <w:tcPr>
            <w:tcW w:w="2694" w:type="dxa"/>
            <w:vAlign w:val="center"/>
          </w:tcPr>
          <w:p w14:paraId="6F48F13B" w14:textId="77777777" w:rsidR="0085747A" w:rsidRPr="00F071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5B6550" w14:textId="77777777" w:rsidR="0085747A" w:rsidRPr="00F071E2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Nauki o rodzinie</w:t>
            </w:r>
          </w:p>
        </w:tc>
      </w:tr>
      <w:tr w:rsidR="0085747A" w:rsidRPr="00F071E2" w14:paraId="2DC71D9F" w14:textId="77777777" w:rsidTr="00B819C8">
        <w:tc>
          <w:tcPr>
            <w:tcW w:w="2694" w:type="dxa"/>
            <w:vAlign w:val="center"/>
          </w:tcPr>
          <w:p w14:paraId="7B6EF909" w14:textId="77777777" w:rsidR="0085747A" w:rsidRPr="00F071E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54C2EE" w14:textId="77777777" w:rsidR="0085747A" w:rsidRPr="00F071E2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I</w:t>
            </w:r>
          </w:p>
        </w:tc>
      </w:tr>
      <w:tr w:rsidR="0085747A" w:rsidRPr="00F071E2" w14:paraId="3814B9C0" w14:textId="77777777" w:rsidTr="00B819C8">
        <w:tc>
          <w:tcPr>
            <w:tcW w:w="2694" w:type="dxa"/>
            <w:vAlign w:val="center"/>
          </w:tcPr>
          <w:p w14:paraId="4AC82BA9" w14:textId="77777777" w:rsidR="0085747A" w:rsidRPr="00F071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7C3FD67F" w14:textId="77777777" w:rsidR="0085747A" w:rsidRPr="00F071E2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praktyczny</w:t>
            </w:r>
          </w:p>
        </w:tc>
      </w:tr>
      <w:tr w:rsidR="0085747A" w:rsidRPr="00F071E2" w14:paraId="7B6FDB1F" w14:textId="77777777" w:rsidTr="00B819C8">
        <w:tc>
          <w:tcPr>
            <w:tcW w:w="2694" w:type="dxa"/>
            <w:vAlign w:val="center"/>
          </w:tcPr>
          <w:p w14:paraId="0E26DF15" w14:textId="77777777" w:rsidR="0085747A" w:rsidRPr="00F071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48E46D" w14:textId="77777777" w:rsidR="0085747A" w:rsidRPr="00F071E2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stacjonarne</w:t>
            </w:r>
          </w:p>
        </w:tc>
      </w:tr>
      <w:tr w:rsidR="0085747A" w:rsidRPr="00F071E2" w14:paraId="68FC3FB2" w14:textId="77777777" w:rsidTr="00B819C8">
        <w:tc>
          <w:tcPr>
            <w:tcW w:w="2694" w:type="dxa"/>
            <w:vAlign w:val="center"/>
          </w:tcPr>
          <w:p w14:paraId="0D3636F1" w14:textId="77777777" w:rsidR="0085747A" w:rsidRPr="00F071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Rok i semestr</w:t>
            </w:r>
            <w:r w:rsidR="0030395F" w:rsidRPr="00F071E2">
              <w:rPr>
                <w:sz w:val="22"/>
                <w:szCs w:val="22"/>
              </w:rPr>
              <w:t>/y</w:t>
            </w:r>
            <w:r w:rsidRPr="00F071E2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666A2" w14:textId="77777777" w:rsidR="0085747A" w:rsidRPr="00F071E2" w:rsidRDefault="00BD337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Rok 1, semestr 1</w:t>
            </w:r>
          </w:p>
        </w:tc>
      </w:tr>
      <w:tr w:rsidR="0085747A" w:rsidRPr="00F071E2" w14:paraId="78AF5EDD" w14:textId="77777777" w:rsidTr="00B819C8">
        <w:tc>
          <w:tcPr>
            <w:tcW w:w="2694" w:type="dxa"/>
            <w:vAlign w:val="center"/>
          </w:tcPr>
          <w:p w14:paraId="302490C4" w14:textId="77777777" w:rsidR="0085747A" w:rsidRPr="00F071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D287C6" w14:textId="77777777" w:rsidR="0085747A" w:rsidRPr="00F071E2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Przedmioty</w:t>
            </w:r>
            <w:r w:rsidR="00CA773C" w:rsidRPr="00F071E2">
              <w:rPr>
                <w:b w:val="0"/>
                <w:sz w:val="22"/>
              </w:rPr>
              <w:t xml:space="preserve"> kierunkowe</w:t>
            </w:r>
          </w:p>
        </w:tc>
      </w:tr>
      <w:tr w:rsidR="00923D7D" w:rsidRPr="00F071E2" w14:paraId="548B507B" w14:textId="77777777" w:rsidTr="00B819C8">
        <w:tc>
          <w:tcPr>
            <w:tcW w:w="2694" w:type="dxa"/>
            <w:vAlign w:val="center"/>
          </w:tcPr>
          <w:p w14:paraId="7AD73D5E" w14:textId="77777777" w:rsidR="00923D7D" w:rsidRPr="00F071E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A2D5F" w14:textId="77777777" w:rsidR="00923D7D" w:rsidRPr="00F071E2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polski</w:t>
            </w:r>
          </w:p>
        </w:tc>
      </w:tr>
      <w:tr w:rsidR="0085747A" w:rsidRPr="00F071E2" w14:paraId="1C41A4E5" w14:textId="77777777" w:rsidTr="00B819C8">
        <w:tc>
          <w:tcPr>
            <w:tcW w:w="2694" w:type="dxa"/>
            <w:vAlign w:val="center"/>
          </w:tcPr>
          <w:p w14:paraId="7F9B56A5" w14:textId="77777777" w:rsidR="0085747A" w:rsidRPr="00F071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580197" w14:textId="77777777" w:rsidR="0085747A" w:rsidRPr="00F071E2" w:rsidRDefault="00BF7B8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 xml:space="preserve">Dr </w:t>
            </w:r>
            <w:r w:rsidR="0014309D" w:rsidRPr="00F071E2">
              <w:rPr>
                <w:b w:val="0"/>
                <w:sz w:val="22"/>
              </w:rPr>
              <w:t xml:space="preserve">Tomasz </w:t>
            </w:r>
            <w:proofErr w:type="spellStart"/>
            <w:r w:rsidR="0014309D" w:rsidRPr="00F071E2">
              <w:rPr>
                <w:b w:val="0"/>
                <w:sz w:val="22"/>
              </w:rPr>
              <w:t>Gosztyła</w:t>
            </w:r>
            <w:proofErr w:type="spellEnd"/>
          </w:p>
        </w:tc>
      </w:tr>
      <w:tr w:rsidR="0085747A" w:rsidRPr="00F071E2" w14:paraId="3793189A" w14:textId="77777777" w:rsidTr="00B819C8">
        <w:tc>
          <w:tcPr>
            <w:tcW w:w="2694" w:type="dxa"/>
            <w:vAlign w:val="center"/>
          </w:tcPr>
          <w:p w14:paraId="1D5FB105" w14:textId="77777777" w:rsidR="0085747A" w:rsidRPr="00F071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16DFC2" w14:textId="23158FBA" w:rsidR="0085747A" w:rsidRPr="00F071E2" w:rsidRDefault="00581A9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 xml:space="preserve">Dr Tomasz </w:t>
            </w:r>
            <w:proofErr w:type="spellStart"/>
            <w:r w:rsidRPr="00F071E2">
              <w:rPr>
                <w:b w:val="0"/>
                <w:sz w:val="22"/>
              </w:rPr>
              <w:t>Gosztyła</w:t>
            </w:r>
            <w:proofErr w:type="spellEnd"/>
          </w:p>
        </w:tc>
      </w:tr>
    </w:tbl>
    <w:p w14:paraId="2123A0FE" w14:textId="77777777" w:rsidR="0085747A" w:rsidRPr="00F071E2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F071E2">
        <w:rPr>
          <w:szCs w:val="22"/>
        </w:rPr>
        <w:t xml:space="preserve">* </w:t>
      </w:r>
      <w:r w:rsidRPr="00F071E2">
        <w:rPr>
          <w:i/>
          <w:szCs w:val="22"/>
        </w:rPr>
        <w:t>-</w:t>
      </w:r>
      <w:r w:rsidR="00B90885" w:rsidRPr="00F071E2">
        <w:rPr>
          <w:b w:val="0"/>
          <w:i/>
          <w:szCs w:val="22"/>
        </w:rPr>
        <w:t>opcjonalni</w:t>
      </w:r>
      <w:r w:rsidR="00B90885" w:rsidRPr="00F071E2">
        <w:rPr>
          <w:b w:val="0"/>
          <w:szCs w:val="22"/>
        </w:rPr>
        <w:t>e,</w:t>
      </w:r>
      <w:r w:rsidRPr="00F071E2">
        <w:rPr>
          <w:i/>
          <w:szCs w:val="22"/>
        </w:rPr>
        <w:t xml:space="preserve"> </w:t>
      </w:r>
      <w:r w:rsidRPr="00F071E2">
        <w:rPr>
          <w:b w:val="0"/>
          <w:i/>
          <w:szCs w:val="22"/>
        </w:rPr>
        <w:t xml:space="preserve">zgodnie z ustaleniami </w:t>
      </w:r>
      <w:r w:rsidR="00B90885" w:rsidRPr="00F071E2">
        <w:rPr>
          <w:b w:val="0"/>
          <w:i/>
          <w:szCs w:val="22"/>
        </w:rPr>
        <w:t>w Jednostce</w:t>
      </w:r>
    </w:p>
    <w:p w14:paraId="6EE3E9F7" w14:textId="77777777" w:rsidR="00923D7D" w:rsidRPr="00F071E2" w:rsidRDefault="00923D7D" w:rsidP="009C54AE">
      <w:pPr>
        <w:pStyle w:val="Podpunkty"/>
        <w:ind w:left="0"/>
        <w:rPr>
          <w:szCs w:val="22"/>
        </w:rPr>
      </w:pPr>
    </w:p>
    <w:p w14:paraId="3893A3B0" w14:textId="77777777" w:rsidR="0085747A" w:rsidRPr="00F071E2" w:rsidRDefault="0085747A" w:rsidP="009C54AE">
      <w:pPr>
        <w:pStyle w:val="Podpunkty"/>
        <w:ind w:left="284"/>
        <w:rPr>
          <w:szCs w:val="22"/>
        </w:rPr>
      </w:pPr>
      <w:r w:rsidRPr="00F071E2">
        <w:rPr>
          <w:szCs w:val="22"/>
        </w:rPr>
        <w:t>1.</w:t>
      </w:r>
      <w:r w:rsidR="00E22FBC" w:rsidRPr="00F071E2">
        <w:rPr>
          <w:szCs w:val="22"/>
        </w:rPr>
        <w:t>1</w:t>
      </w:r>
      <w:r w:rsidRPr="00F071E2">
        <w:rPr>
          <w:szCs w:val="22"/>
        </w:rPr>
        <w:t xml:space="preserve">.Formy zajęć dydaktycznych, wymiar godzin i punktów ECTS </w:t>
      </w:r>
    </w:p>
    <w:p w14:paraId="12FB73A0" w14:textId="77777777" w:rsidR="00923D7D" w:rsidRPr="00F071E2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071E2" w14:paraId="3E2DDC9B" w14:textId="77777777" w:rsidTr="0083094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8F0D" w14:textId="77777777" w:rsidR="00015B8F" w:rsidRPr="00F071E2" w:rsidRDefault="00015B8F" w:rsidP="00D8476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071E2">
              <w:rPr>
                <w:sz w:val="22"/>
              </w:rPr>
              <w:t>Semestr</w:t>
            </w:r>
          </w:p>
          <w:p w14:paraId="456FBBF7" w14:textId="77777777" w:rsidR="00015B8F" w:rsidRPr="00F071E2" w:rsidRDefault="002B5EA0" w:rsidP="00D8476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071E2">
              <w:rPr>
                <w:sz w:val="22"/>
              </w:rPr>
              <w:t>(</w:t>
            </w:r>
            <w:r w:rsidR="00363F78" w:rsidRPr="00F071E2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CF31" w14:textId="77777777" w:rsidR="00015B8F" w:rsidRPr="00F071E2" w:rsidRDefault="00015B8F" w:rsidP="00D8476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071E2">
              <w:rPr>
                <w:sz w:val="22"/>
              </w:rPr>
              <w:t>Wykł</w:t>
            </w:r>
            <w:proofErr w:type="spellEnd"/>
            <w:r w:rsidRPr="00F071E2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6A2F" w14:textId="77777777" w:rsidR="00015B8F" w:rsidRPr="00F071E2" w:rsidRDefault="00015B8F" w:rsidP="00D8476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071E2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56FAF" w14:textId="77777777" w:rsidR="00015B8F" w:rsidRPr="00F071E2" w:rsidRDefault="00015B8F" w:rsidP="00D8476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071E2">
              <w:rPr>
                <w:sz w:val="22"/>
              </w:rPr>
              <w:t>Konw</w:t>
            </w:r>
            <w:proofErr w:type="spellEnd"/>
            <w:r w:rsidRPr="00F071E2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418C" w14:textId="77777777" w:rsidR="00015B8F" w:rsidRPr="00F071E2" w:rsidRDefault="00015B8F" w:rsidP="00D8476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071E2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81CE" w14:textId="77777777" w:rsidR="00015B8F" w:rsidRPr="00F071E2" w:rsidRDefault="00015B8F" w:rsidP="00D8476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071E2">
              <w:rPr>
                <w:sz w:val="22"/>
              </w:rPr>
              <w:t>Sem</w:t>
            </w:r>
            <w:proofErr w:type="spellEnd"/>
            <w:r w:rsidRPr="00F071E2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B5E4" w14:textId="77777777" w:rsidR="00015B8F" w:rsidRPr="00F071E2" w:rsidRDefault="00015B8F" w:rsidP="00D8476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071E2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E7E9" w14:textId="77777777" w:rsidR="00015B8F" w:rsidRPr="00F071E2" w:rsidRDefault="00015B8F" w:rsidP="00D8476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071E2">
              <w:rPr>
                <w:sz w:val="22"/>
              </w:rPr>
              <w:t>Prakt</w:t>
            </w:r>
            <w:proofErr w:type="spellEnd"/>
            <w:r w:rsidRPr="00F071E2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A7B1" w14:textId="77777777" w:rsidR="00015B8F" w:rsidRPr="00F071E2" w:rsidRDefault="00015B8F" w:rsidP="00D8476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071E2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072C" w14:textId="77777777" w:rsidR="00015B8F" w:rsidRPr="00F071E2" w:rsidRDefault="00015B8F" w:rsidP="00D8476B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F071E2">
              <w:rPr>
                <w:b/>
                <w:sz w:val="22"/>
              </w:rPr>
              <w:t>Liczba pkt</w:t>
            </w:r>
            <w:r w:rsidR="00B90885" w:rsidRPr="00F071E2">
              <w:rPr>
                <w:b/>
                <w:sz w:val="22"/>
              </w:rPr>
              <w:t>.</w:t>
            </w:r>
            <w:r w:rsidRPr="00F071E2">
              <w:rPr>
                <w:b/>
                <w:sz w:val="22"/>
              </w:rPr>
              <w:t xml:space="preserve"> ECTS</w:t>
            </w:r>
          </w:p>
        </w:tc>
      </w:tr>
      <w:tr w:rsidR="00015B8F" w:rsidRPr="00F071E2" w14:paraId="6CABF099" w14:textId="77777777" w:rsidTr="0083094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F3F0" w14:textId="77777777" w:rsidR="00015B8F" w:rsidRPr="00F071E2" w:rsidRDefault="00BD337F" w:rsidP="00D8476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F88F" w14:textId="77777777" w:rsidR="00015B8F" w:rsidRPr="00F071E2" w:rsidRDefault="00BD337F" w:rsidP="00D8476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4C89" w14:textId="77777777" w:rsidR="00015B8F" w:rsidRPr="00F071E2" w:rsidRDefault="00BD337F" w:rsidP="00D8476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E6CC" w14:textId="77777777" w:rsidR="00015B8F" w:rsidRPr="00F071E2" w:rsidRDefault="00015B8F" w:rsidP="00D8476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D2C4" w14:textId="77777777" w:rsidR="00015B8F" w:rsidRPr="00F071E2" w:rsidRDefault="00015B8F" w:rsidP="00D8476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5495" w14:textId="77777777" w:rsidR="00015B8F" w:rsidRPr="00F071E2" w:rsidRDefault="00015B8F" w:rsidP="00D8476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DEDA" w14:textId="77777777" w:rsidR="00015B8F" w:rsidRPr="00F071E2" w:rsidRDefault="00015B8F" w:rsidP="00D8476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1B74" w14:textId="77777777" w:rsidR="00015B8F" w:rsidRPr="00F071E2" w:rsidRDefault="00015B8F" w:rsidP="00D8476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E4D8" w14:textId="77777777" w:rsidR="00015B8F" w:rsidRPr="00F071E2" w:rsidRDefault="00015B8F" w:rsidP="00D8476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F2AE" w14:textId="77777777" w:rsidR="00015B8F" w:rsidRPr="00F071E2" w:rsidRDefault="00BD337F" w:rsidP="00D8476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3</w:t>
            </w:r>
          </w:p>
        </w:tc>
      </w:tr>
    </w:tbl>
    <w:p w14:paraId="244DC7DA" w14:textId="77777777" w:rsidR="00923D7D" w:rsidRPr="00F071E2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14:paraId="56F8BA61" w14:textId="77777777" w:rsidR="00923D7D" w:rsidRPr="00F071E2" w:rsidRDefault="00923D7D" w:rsidP="009C54AE">
      <w:pPr>
        <w:pStyle w:val="Podpunkty"/>
        <w:rPr>
          <w:b w:val="0"/>
          <w:szCs w:val="22"/>
          <w:lang w:eastAsia="en-US"/>
        </w:rPr>
      </w:pPr>
    </w:p>
    <w:p w14:paraId="1F130052" w14:textId="77777777" w:rsidR="0085747A" w:rsidRPr="00F071E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F071E2">
        <w:rPr>
          <w:smallCaps w:val="0"/>
          <w:sz w:val="22"/>
        </w:rPr>
        <w:t>1.</w:t>
      </w:r>
      <w:r w:rsidR="00E22FBC" w:rsidRPr="00F071E2">
        <w:rPr>
          <w:smallCaps w:val="0"/>
          <w:sz w:val="22"/>
        </w:rPr>
        <w:t>2</w:t>
      </w:r>
      <w:r w:rsidR="00F83B28" w:rsidRPr="00F071E2">
        <w:rPr>
          <w:smallCaps w:val="0"/>
          <w:sz w:val="22"/>
        </w:rPr>
        <w:t>.</w:t>
      </w:r>
      <w:r w:rsidR="00F83B28" w:rsidRPr="00F071E2">
        <w:rPr>
          <w:smallCaps w:val="0"/>
          <w:sz w:val="22"/>
        </w:rPr>
        <w:tab/>
      </w:r>
      <w:r w:rsidRPr="00F071E2">
        <w:rPr>
          <w:smallCaps w:val="0"/>
          <w:sz w:val="22"/>
        </w:rPr>
        <w:t xml:space="preserve">Sposób realizacji zajęć  </w:t>
      </w:r>
    </w:p>
    <w:p w14:paraId="71A7DB3B" w14:textId="77777777" w:rsidR="00D8476B" w:rsidRDefault="00D8476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14:paraId="36FFFE8A" w14:textId="18686FEF" w:rsidR="0085747A" w:rsidRPr="00F071E2" w:rsidRDefault="00D8476B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D8476B">
        <w:rPr>
          <w:rFonts w:eastAsia="MS Gothic"/>
          <w:b w:val="0"/>
          <w:sz w:val="22"/>
          <w:u w:val="single"/>
        </w:rPr>
        <w:t>x</w:t>
      </w:r>
      <w:r w:rsidR="0085747A" w:rsidRPr="00F071E2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85747A" w:rsidRPr="00F071E2">
        <w:rPr>
          <w:b w:val="0"/>
          <w:smallCaps w:val="0"/>
          <w:sz w:val="22"/>
          <w:u w:val="single"/>
        </w:rPr>
        <w:t xml:space="preserve">zajęcia w formie tradycyjnej </w:t>
      </w:r>
    </w:p>
    <w:p w14:paraId="15D4C92E" w14:textId="77777777" w:rsidR="0085747A" w:rsidRPr="00F071E2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F071E2">
        <w:rPr>
          <w:rFonts w:ascii="Segoe UI Symbol" w:eastAsia="MS Gothic" w:hAnsi="Segoe UI Symbol" w:cs="Segoe UI Symbol"/>
          <w:b w:val="0"/>
          <w:sz w:val="22"/>
        </w:rPr>
        <w:t>☐</w:t>
      </w:r>
      <w:r w:rsidRPr="00F071E2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1F36A368" w14:textId="77777777" w:rsidR="0085747A" w:rsidRPr="00F071E2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0E27A161" w14:textId="77777777" w:rsidR="00E22FBC" w:rsidRPr="00F071E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F071E2">
        <w:rPr>
          <w:smallCaps w:val="0"/>
          <w:sz w:val="22"/>
        </w:rPr>
        <w:t xml:space="preserve">1.3 </w:t>
      </w:r>
      <w:r w:rsidR="00F83B28" w:rsidRPr="00F071E2">
        <w:rPr>
          <w:smallCaps w:val="0"/>
          <w:sz w:val="22"/>
        </w:rPr>
        <w:tab/>
      </w:r>
      <w:r w:rsidRPr="00F071E2">
        <w:rPr>
          <w:smallCaps w:val="0"/>
          <w:sz w:val="22"/>
        </w:rPr>
        <w:t>For</w:t>
      </w:r>
      <w:r w:rsidR="00445970" w:rsidRPr="00F071E2">
        <w:rPr>
          <w:smallCaps w:val="0"/>
          <w:sz w:val="22"/>
        </w:rPr>
        <w:t xml:space="preserve">ma zaliczenia przedmiotu </w:t>
      </w:r>
      <w:r w:rsidRPr="00F071E2">
        <w:rPr>
          <w:smallCaps w:val="0"/>
          <w:sz w:val="22"/>
        </w:rPr>
        <w:t xml:space="preserve"> (z toku) </w:t>
      </w:r>
      <w:r w:rsidRPr="00F071E2">
        <w:rPr>
          <w:b w:val="0"/>
          <w:smallCaps w:val="0"/>
          <w:sz w:val="22"/>
        </w:rPr>
        <w:t>(egzamin, zaliczenie z oceną, zaliczenie bez oceny)</w:t>
      </w:r>
    </w:p>
    <w:p w14:paraId="0C163BFA" w14:textId="77777777" w:rsidR="00D8476B" w:rsidRDefault="00D8476B" w:rsidP="00BD337F">
      <w:pPr>
        <w:pStyle w:val="Punktygwne"/>
        <w:spacing w:before="0" w:after="0"/>
        <w:rPr>
          <w:b w:val="0"/>
          <w:sz w:val="22"/>
        </w:rPr>
      </w:pPr>
    </w:p>
    <w:p w14:paraId="2166BC7D" w14:textId="6B67E703" w:rsidR="00BD337F" w:rsidRPr="00F071E2" w:rsidRDefault="00BD337F" w:rsidP="00D8476B">
      <w:pPr>
        <w:pStyle w:val="Punktygwne"/>
        <w:spacing w:before="0" w:after="0"/>
        <w:ind w:firstLine="708"/>
        <w:rPr>
          <w:b w:val="0"/>
          <w:sz w:val="22"/>
        </w:rPr>
      </w:pPr>
      <w:r w:rsidRPr="00F071E2">
        <w:rPr>
          <w:b w:val="0"/>
          <w:sz w:val="22"/>
        </w:rPr>
        <w:t>egzamin</w:t>
      </w:r>
    </w:p>
    <w:p w14:paraId="7D59CE5D" w14:textId="77777777" w:rsidR="009C54AE" w:rsidRPr="00F071E2" w:rsidRDefault="009C54AE" w:rsidP="009C54AE">
      <w:pPr>
        <w:pStyle w:val="Punktygwne"/>
        <w:spacing w:before="0" w:after="0"/>
        <w:rPr>
          <w:b w:val="0"/>
          <w:sz w:val="22"/>
        </w:rPr>
      </w:pPr>
    </w:p>
    <w:p w14:paraId="794EC682" w14:textId="4C07B039" w:rsidR="00E960BB" w:rsidRDefault="0085747A" w:rsidP="009C54AE">
      <w:pPr>
        <w:pStyle w:val="Punktygwne"/>
        <w:spacing w:before="0" w:after="0"/>
        <w:rPr>
          <w:sz w:val="22"/>
        </w:rPr>
      </w:pPr>
      <w:r w:rsidRPr="00F071E2">
        <w:rPr>
          <w:sz w:val="22"/>
        </w:rPr>
        <w:t xml:space="preserve">2.Wymagania wstępne </w:t>
      </w:r>
    </w:p>
    <w:p w14:paraId="5E0062B5" w14:textId="77777777" w:rsidR="00D8476B" w:rsidRPr="00F071E2" w:rsidRDefault="00D8476B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071E2" w14:paraId="3E91A69D" w14:textId="77777777" w:rsidTr="005172E8">
        <w:tc>
          <w:tcPr>
            <w:tcW w:w="9670" w:type="dxa"/>
            <w:vAlign w:val="center"/>
          </w:tcPr>
          <w:p w14:paraId="698F6E91" w14:textId="55CC1156" w:rsidR="0085747A" w:rsidRPr="00F071E2" w:rsidRDefault="00DB387A" w:rsidP="00AA73D6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F071E2">
              <w:rPr>
                <w:b w:val="0"/>
                <w:smallCaps w:val="0"/>
                <w:color w:val="000000"/>
                <w:sz w:val="22"/>
              </w:rPr>
              <w:t>Z</w:t>
            </w:r>
            <w:r w:rsidR="005833A8" w:rsidRPr="00F071E2">
              <w:rPr>
                <w:b w:val="0"/>
                <w:smallCaps w:val="0"/>
                <w:color w:val="000000"/>
                <w:sz w:val="22"/>
              </w:rPr>
              <w:t xml:space="preserve">ainteresowanie </w:t>
            </w:r>
            <w:r w:rsidR="00E82E65" w:rsidRPr="00F071E2">
              <w:rPr>
                <w:b w:val="0"/>
                <w:smallCaps w:val="0"/>
                <w:color w:val="000000"/>
                <w:sz w:val="22"/>
              </w:rPr>
              <w:t xml:space="preserve">naukową refleksją nad </w:t>
            </w:r>
            <w:r w:rsidR="005833A8" w:rsidRPr="00F071E2">
              <w:rPr>
                <w:b w:val="0"/>
                <w:smallCaps w:val="0"/>
                <w:color w:val="000000"/>
                <w:sz w:val="22"/>
              </w:rPr>
              <w:t xml:space="preserve">zachowaniem </w:t>
            </w:r>
            <w:r w:rsidR="00E82E65" w:rsidRPr="00F071E2">
              <w:rPr>
                <w:b w:val="0"/>
                <w:smallCaps w:val="0"/>
                <w:color w:val="000000"/>
                <w:sz w:val="22"/>
              </w:rPr>
              <w:t xml:space="preserve">człowieka </w:t>
            </w:r>
            <w:r w:rsidR="005833A8" w:rsidRPr="00F071E2">
              <w:rPr>
                <w:b w:val="0"/>
                <w:smallCaps w:val="0"/>
                <w:color w:val="000000"/>
                <w:sz w:val="22"/>
              </w:rPr>
              <w:t>i przebiegiem procesów psychicznych.</w:t>
            </w:r>
          </w:p>
        </w:tc>
      </w:tr>
    </w:tbl>
    <w:p w14:paraId="74B1AB20" w14:textId="77777777" w:rsidR="00153C41" w:rsidRPr="00F071E2" w:rsidRDefault="00153C41" w:rsidP="009C54AE">
      <w:pPr>
        <w:pStyle w:val="Punktygwne"/>
        <w:spacing w:before="0" w:after="0"/>
        <w:rPr>
          <w:sz w:val="22"/>
        </w:rPr>
      </w:pPr>
    </w:p>
    <w:p w14:paraId="5EFEDF83" w14:textId="4FD79817" w:rsidR="0085747A" w:rsidRPr="00F071E2" w:rsidRDefault="00D8476B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F071E2">
        <w:rPr>
          <w:sz w:val="22"/>
        </w:rPr>
        <w:lastRenderedPageBreak/>
        <w:t>3.</w:t>
      </w:r>
      <w:r w:rsidR="0085747A" w:rsidRPr="00F071E2">
        <w:rPr>
          <w:sz w:val="22"/>
        </w:rPr>
        <w:t xml:space="preserve"> </w:t>
      </w:r>
      <w:r w:rsidR="00A84C85" w:rsidRPr="00F071E2">
        <w:rPr>
          <w:sz w:val="22"/>
        </w:rPr>
        <w:t>cele, efekty uczenia się</w:t>
      </w:r>
      <w:r w:rsidR="0085747A" w:rsidRPr="00F071E2">
        <w:rPr>
          <w:sz w:val="22"/>
        </w:rPr>
        <w:t xml:space="preserve"> , treści Programowe i stosowane metody Dydaktyczne</w:t>
      </w:r>
    </w:p>
    <w:p w14:paraId="72D18C37" w14:textId="77777777" w:rsidR="0085747A" w:rsidRPr="00F071E2" w:rsidRDefault="0085747A" w:rsidP="009C54AE">
      <w:pPr>
        <w:pStyle w:val="Punktygwne"/>
        <w:spacing w:before="0" w:after="0"/>
        <w:rPr>
          <w:sz w:val="22"/>
        </w:rPr>
      </w:pPr>
    </w:p>
    <w:p w14:paraId="6BFCFBD6" w14:textId="77777777" w:rsidR="0085747A" w:rsidRPr="00F071E2" w:rsidRDefault="0071620A" w:rsidP="009C54AE">
      <w:pPr>
        <w:pStyle w:val="Podpunkty"/>
        <w:rPr>
          <w:szCs w:val="22"/>
        </w:rPr>
      </w:pPr>
      <w:r w:rsidRPr="00F071E2">
        <w:rPr>
          <w:szCs w:val="22"/>
        </w:rPr>
        <w:t xml:space="preserve">3.1 </w:t>
      </w:r>
      <w:r w:rsidR="00C05F44" w:rsidRPr="00F071E2">
        <w:rPr>
          <w:szCs w:val="22"/>
        </w:rPr>
        <w:t>Cele przedmiotu</w:t>
      </w:r>
    </w:p>
    <w:p w14:paraId="63562345" w14:textId="77777777" w:rsidR="00F83B28" w:rsidRPr="00F071E2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F42FB" w:rsidRPr="00F071E2" w14:paraId="5D49EA12" w14:textId="77777777" w:rsidTr="00AF42FB">
        <w:tc>
          <w:tcPr>
            <w:tcW w:w="845" w:type="dxa"/>
            <w:vAlign w:val="center"/>
          </w:tcPr>
          <w:p w14:paraId="7A9408DF" w14:textId="77777777" w:rsidR="00AF42FB" w:rsidRPr="00F071E2" w:rsidRDefault="00AF42FB" w:rsidP="00AF42FB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071E2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</w:tcPr>
          <w:p w14:paraId="1C25480D" w14:textId="57D86963" w:rsidR="00AF42FB" w:rsidRPr="00F071E2" w:rsidRDefault="007668F5" w:rsidP="00AF42FB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F071E2">
              <w:rPr>
                <w:b w:val="0"/>
                <w:bCs/>
                <w:szCs w:val="22"/>
              </w:rPr>
              <w:t>Przedstawienie i charakterystyka</w:t>
            </w:r>
            <w:r w:rsidR="00AF42FB" w:rsidRPr="00F071E2">
              <w:rPr>
                <w:b w:val="0"/>
                <w:bCs/>
                <w:szCs w:val="22"/>
              </w:rPr>
              <w:t xml:space="preserve"> podstawowych nurtów teoretycznych psychologii</w:t>
            </w:r>
            <w:r w:rsidRPr="00F071E2">
              <w:rPr>
                <w:b w:val="0"/>
                <w:bCs/>
                <w:szCs w:val="22"/>
              </w:rPr>
              <w:t>.</w:t>
            </w:r>
          </w:p>
        </w:tc>
      </w:tr>
      <w:tr w:rsidR="00AF42FB" w:rsidRPr="00F071E2" w14:paraId="74A3A619" w14:textId="77777777" w:rsidTr="00AF42FB">
        <w:tc>
          <w:tcPr>
            <w:tcW w:w="845" w:type="dxa"/>
            <w:vAlign w:val="center"/>
          </w:tcPr>
          <w:p w14:paraId="77A59C16" w14:textId="65717329" w:rsidR="00AF42FB" w:rsidRPr="00F071E2" w:rsidRDefault="00AF42FB" w:rsidP="00AF42FB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F071E2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</w:tcPr>
          <w:p w14:paraId="2761F93F" w14:textId="0A5AAB74" w:rsidR="00AF42FB" w:rsidRPr="00F071E2" w:rsidRDefault="00AF42FB" w:rsidP="00AF42FB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F071E2">
              <w:rPr>
                <w:b w:val="0"/>
                <w:bCs/>
                <w:szCs w:val="22"/>
              </w:rPr>
              <w:t>Charakterystyka podstawowych mechanizmów i zjawisk psychologicznych</w:t>
            </w:r>
            <w:r w:rsidR="007668F5" w:rsidRPr="00F071E2">
              <w:rPr>
                <w:b w:val="0"/>
                <w:bCs/>
                <w:szCs w:val="22"/>
              </w:rPr>
              <w:t>.</w:t>
            </w:r>
          </w:p>
        </w:tc>
      </w:tr>
      <w:tr w:rsidR="00AF42FB" w:rsidRPr="00F071E2" w14:paraId="618424E3" w14:textId="77777777" w:rsidTr="00AF42FB">
        <w:tc>
          <w:tcPr>
            <w:tcW w:w="845" w:type="dxa"/>
            <w:vAlign w:val="center"/>
          </w:tcPr>
          <w:p w14:paraId="45280079" w14:textId="79E29644" w:rsidR="00AF42FB" w:rsidRPr="00F071E2" w:rsidRDefault="00AF42FB" w:rsidP="00AF42FB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071E2">
              <w:rPr>
                <w:b w:val="0"/>
                <w:szCs w:val="22"/>
              </w:rPr>
              <w:t>C3</w:t>
            </w:r>
          </w:p>
        </w:tc>
        <w:tc>
          <w:tcPr>
            <w:tcW w:w="8675" w:type="dxa"/>
          </w:tcPr>
          <w:p w14:paraId="2AA6F14F" w14:textId="1CF778A9" w:rsidR="00AF42FB" w:rsidRPr="00F071E2" w:rsidRDefault="007668F5" w:rsidP="00AF42FB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F071E2">
              <w:rPr>
                <w:b w:val="0"/>
                <w:bCs/>
                <w:szCs w:val="22"/>
              </w:rPr>
              <w:t>Wykształcenie umiejętności odniesienia nabytej wiedzy i umiejętności z zakresu psychologii w</w:t>
            </w:r>
            <w:r w:rsidR="00D8476B">
              <w:rPr>
                <w:b w:val="0"/>
                <w:bCs/>
                <w:szCs w:val="22"/>
              </w:rPr>
              <w:t> </w:t>
            </w:r>
            <w:r w:rsidR="009F215E" w:rsidRPr="00F071E2">
              <w:rPr>
                <w:b w:val="0"/>
                <w:bCs/>
                <w:szCs w:val="22"/>
              </w:rPr>
              <w:t>działalności praktycznej</w:t>
            </w:r>
            <w:r w:rsidRPr="00F071E2">
              <w:rPr>
                <w:b w:val="0"/>
                <w:bCs/>
                <w:szCs w:val="22"/>
              </w:rPr>
              <w:t>.</w:t>
            </w:r>
          </w:p>
        </w:tc>
      </w:tr>
    </w:tbl>
    <w:p w14:paraId="2587F35B" w14:textId="77777777" w:rsidR="0085747A" w:rsidRPr="00F071E2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6B8FAA32" w14:textId="77777777" w:rsidR="001D7B54" w:rsidRPr="00F071E2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F071E2">
        <w:rPr>
          <w:rFonts w:ascii="Times New Roman" w:hAnsi="Times New Roman"/>
          <w:b/>
        </w:rPr>
        <w:t xml:space="preserve">3.2 </w:t>
      </w:r>
      <w:r w:rsidR="001D7B54" w:rsidRPr="00F071E2">
        <w:rPr>
          <w:rFonts w:ascii="Times New Roman" w:hAnsi="Times New Roman"/>
          <w:b/>
        </w:rPr>
        <w:t xml:space="preserve">Efekty </w:t>
      </w:r>
      <w:r w:rsidR="00C05F44" w:rsidRPr="00F071E2">
        <w:rPr>
          <w:rFonts w:ascii="Times New Roman" w:hAnsi="Times New Roman"/>
          <w:b/>
        </w:rPr>
        <w:t xml:space="preserve">uczenia się </w:t>
      </w:r>
      <w:r w:rsidR="001D7B54" w:rsidRPr="00F071E2">
        <w:rPr>
          <w:rFonts w:ascii="Times New Roman" w:hAnsi="Times New Roman"/>
          <w:b/>
        </w:rPr>
        <w:t>dla przedmiotu</w:t>
      </w:r>
      <w:r w:rsidR="00445970" w:rsidRPr="00F071E2">
        <w:rPr>
          <w:rFonts w:ascii="Times New Roman" w:hAnsi="Times New Roman"/>
        </w:rPr>
        <w:t xml:space="preserve"> </w:t>
      </w:r>
    </w:p>
    <w:p w14:paraId="53984A09" w14:textId="77777777" w:rsidR="001D7B54" w:rsidRPr="00F071E2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F071E2" w14:paraId="106EB55F" w14:textId="77777777" w:rsidTr="008E10AD">
        <w:tc>
          <w:tcPr>
            <w:tcW w:w="1680" w:type="dxa"/>
            <w:vAlign w:val="center"/>
          </w:tcPr>
          <w:p w14:paraId="145D296B" w14:textId="77777777" w:rsidR="0085747A" w:rsidRPr="00F071E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071E2">
              <w:rPr>
                <w:smallCaps w:val="0"/>
                <w:sz w:val="22"/>
              </w:rPr>
              <w:t>EK</w:t>
            </w:r>
            <w:r w:rsidR="00A84C85" w:rsidRPr="00F071E2">
              <w:rPr>
                <w:b w:val="0"/>
                <w:smallCaps w:val="0"/>
                <w:sz w:val="22"/>
              </w:rPr>
              <w:t xml:space="preserve"> (</w:t>
            </w:r>
            <w:r w:rsidR="00C05F44" w:rsidRPr="00F071E2">
              <w:rPr>
                <w:b w:val="0"/>
                <w:smallCaps w:val="0"/>
                <w:sz w:val="22"/>
              </w:rPr>
              <w:t>efekt uczenia się</w:t>
            </w:r>
            <w:r w:rsidR="00B82308" w:rsidRPr="00F071E2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5" w:type="dxa"/>
            <w:vAlign w:val="center"/>
          </w:tcPr>
          <w:p w14:paraId="550AAD42" w14:textId="77777777" w:rsidR="0085747A" w:rsidRPr="00F071E2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F071E2">
              <w:rPr>
                <w:b w:val="0"/>
                <w:smallCaps w:val="0"/>
                <w:sz w:val="22"/>
              </w:rPr>
              <w:t xml:space="preserve">uczenia się </w:t>
            </w:r>
            <w:r w:rsidRPr="00F071E2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5A5B072" w14:textId="77777777" w:rsidR="0085747A" w:rsidRPr="00F071E2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F071E2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F071E2" w14:paraId="4E158980" w14:textId="77777777" w:rsidTr="008E10AD">
        <w:tc>
          <w:tcPr>
            <w:tcW w:w="1680" w:type="dxa"/>
          </w:tcPr>
          <w:p w14:paraId="0230BA95" w14:textId="77777777" w:rsidR="0085747A" w:rsidRPr="00F071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EK</w:t>
            </w:r>
            <w:r w:rsidRPr="00F071E2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14:paraId="22729B08" w14:textId="44B9402D" w:rsidR="0085747A" w:rsidRPr="00F071E2" w:rsidRDefault="007F534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Zdefiniuje psychologię jako naukę. Scharakteryzuje jej przedmiot formalny, cele i metody badawcze</w:t>
            </w:r>
            <w:r w:rsidR="00425FD8" w:rsidRPr="00F071E2">
              <w:rPr>
                <w:b w:val="0"/>
                <w:smallCaps w:val="0"/>
                <w:sz w:val="22"/>
              </w:rPr>
              <w:t xml:space="preserve"> oraz wiodące nurty.</w:t>
            </w:r>
          </w:p>
        </w:tc>
        <w:tc>
          <w:tcPr>
            <w:tcW w:w="1865" w:type="dxa"/>
          </w:tcPr>
          <w:p w14:paraId="21B23E87" w14:textId="19FDC400" w:rsidR="0085747A" w:rsidRPr="00F071E2" w:rsidRDefault="007F534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K_W02</w:t>
            </w:r>
          </w:p>
        </w:tc>
      </w:tr>
      <w:tr w:rsidR="0085747A" w:rsidRPr="00F071E2" w14:paraId="0CC5819A" w14:textId="77777777" w:rsidTr="008E10AD">
        <w:tc>
          <w:tcPr>
            <w:tcW w:w="1680" w:type="dxa"/>
          </w:tcPr>
          <w:p w14:paraId="2B48BFC7" w14:textId="77777777" w:rsidR="0085747A" w:rsidRPr="00F071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14:paraId="20F20BB0" w14:textId="72573C15" w:rsidR="0085747A" w:rsidRPr="00F071E2" w:rsidRDefault="008E10AD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 xml:space="preserve">Scharakteryzuje </w:t>
            </w:r>
            <w:r w:rsidR="00832EB5" w:rsidRPr="00F071E2">
              <w:rPr>
                <w:b w:val="0"/>
                <w:smallCaps w:val="0"/>
                <w:sz w:val="22"/>
              </w:rPr>
              <w:t xml:space="preserve">najważniejsze </w:t>
            </w:r>
            <w:r w:rsidRPr="00F071E2">
              <w:rPr>
                <w:b w:val="0"/>
                <w:smallCaps w:val="0"/>
                <w:sz w:val="22"/>
              </w:rPr>
              <w:t xml:space="preserve">psychologiczne </w:t>
            </w:r>
            <w:r w:rsidR="00832EB5" w:rsidRPr="00F071E2">
              <w:rPr>
                <w:b w:val="0"/>
                <w:smallCaps w:val="0"/>
                <w:sz w:val="22"/>
              </w:rPr>
              <w:t>mechanizmy</w:t>
            </w:r>
            <w:r w:rsidRPr="00F071E2">
              <w:rPr>
                <w:b w:val="0"/>
                <w:smallCaps w:val="0"/>
                <w:sz w:val="22"/>
              </w:rPr>
              <w:t xml:space="preserve"> </w:t>
            </w:r>
            <w:r w:rsidR="00832EB5" w:rsidRPr="00F071E2">
              <w:rPr>
                <w:b w:val="0"/>
                <w:smallCaps w:val="0"/>
                <w:sz w:val="22"/>
              </w:rPr>
              <w:t>funkcjonowania</w:t>
            </w:r>
            <w:r w:rsidRPr="00F071E2">
              <w:rPr>
                <w:b w:val="0"/>
                <w:smallCaps w:val="0"/>
                <w:sz w:val="22"/>
              </w:rPr>
              <w:t xml:space="preserve"> człowieka,</w:t>
            </w:r>
            <w:r w:rsidR="00307937" w:rsidRPr="00F071E2">
              <w:rPr>
                <w:b w:val="0"/>
                <w:smallCaps w:val="0"/>
                <w:sz w:val="22"/>
              </w:rPr>
              <w:t xml:space="preserve"> </w:t>
            </w:r>
            <w:r w:rsidRPr="00F071E2">
              <w:rPr>
                <w:b w:val="0"/>
                <w:smallCaps w:val="0"/>
                <w:sz w:val="22"/>
              </w:rPr>
              <w:t xml:space="preserve">w </w:t>
            </w:r>
            <w:r w:rsidR="00425FD8" w:rsidRPr="00F071E2">
              <w:rPr>
                <w:b w:val="0"/>
                <w:smallCaps w:val="0"/>
                <w:sz w:val="22"/>
              </w:rPr>
              <w:t xml:space="preserve">aspekcie </w:t>
            </w:r>
            <w:r w:rsidR="00832EB5" w:rsidRPr="00F071E2">
              <w:rPr>
                <w:b w:val="0"/>
                <w:smallCaps w:val="0"/>
                <w:sz w:val="22"/>
              </w:rPr>
              <w:t>poznawczym, emocjonalnym i motywacyjnym.</w:t>
            </w:r>
          </w:p>
        </w:tc>
        <w:tc>
          <w:tcPr>
            <w:tcW w:w="1865" w:type="dxa"/>
          </w:tcPr>
          <w:p w14:paraId="00B722FA" w14:textId="1601E7BC" w:rsidR="0085747A" w:rsidRPr="00F071E2" w:rsidRDefault="007F534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K_W04</w:t>
            </w:r>
          </w:p>
        </w:tc>
      </w:tr>
      <w:tr w:rsidR="0085747A" w:rsidRPr="00F071E2" w14:paraId="05EA19A5" w14:textId="77777777" w:rsidTr="008E10AD">
        <w:tc>
          <w:tcPr>
            <w:tcW w:w="1680" w:type="dxa"/>
          </w:tcPr>
          <w:p w14:paraId="1009ADF1" w14:textId="30DB065D" w:rsidR="0085747A" w:rsidRPr="00F071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EK_</w:t>
            </w:r>
            <w:r w:rsidR="007F534B" w:rsidRPr="00F071E2"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5975" w:type="dxa"/>
          </w:tcPr>
          <w:p w14:paraId="5E62AFFB" w14:textId="6F43B534" w:rsidR="0085747A" w:rsidRPr="00F071E2" w:rsidRDefault="00425FD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 xml:space="preserve">Dokona analizy podstawowych mechanizmów psychologicznych w ocenie funkcjonowania </w:t>
            </w:r>
            <w:r w:rsidR="002A16BD" w:rsidRPr="00F071E2">
              <w:rPr>
                <w:b w:val="0"/>
                <w:smallCaps w:val="0"/>
                <w:sz w:val="22"/>
              </w:rPr>
              <w:t xml:space="preserve">społecznego </w:t>
            </w:r>
            <w:r w:rsidRPr="00F071E2">
              <w:rPr>
                <w:b w:val="0"/>
                <w:smallCaps w:val="0"/>
                <w:sz w:val="22"/>
              </w:rPr>
              <w:t>jednostki.</w:t>
            </w:r>
          </w:p>
        </w:tc>
        <w:tc>
          <w:tcPr>
            <w:tcW w:w="1865" w:type="dxa"/>
          </w:tcPr>
          <w:p w14:paraId="1A893B44" w14:textId="77777777" w:rsidR="0085747A" w:rsidRPr="00F071E2" w:rsidRDefault="007F534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K_U01</w:t>
            </w:r>
          </w:p>
          <w:p w14:paraId="0B0625F0" w14:textId="218FFD50" w:rsidR="003A05EF" w:rsidRPr="00F071E2" w:rsidRDefault="003A05E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K_U02</w:t>
            </w:r>
          </w:p>
        </w:tc>
      </w:tr>
      <w:tr w:rsidR="008E10AD" w:rsidRPr="00F071E2" w14:paraId="00016F0A" w14:textId="77777777" w:rsidTr="008E10AD">
        <w:tc>
          <w:tcPr>
            <w:tcW w:w="1680" w:type="dxa"/>
          </w:tcPr>
          <w:p w14:paraId="11927587" w14:textId="0D0FE146" w:rsidR="008E10AD" w:rsidRPr="00F071E2" w:rsidRDefault="008E10AD" w:rsidP="008E10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EK</w:t>
            </w:r>
            <w:r w:rsidRPr="00F071E2">
              <w:rPr>
                <w:b w:val="0"/>
                <w:smallCaps w:val="0"/>
                <w:sz w:val="22"/>
              </w:rPr>
              <w:softHyphen/>
              <w:t>_0</w:t>
            </w:r>
            <w:r w:rsidR="003A05EF" w:rsidRPr="00F071E2"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975" w:type="dxa"/>
          </w:tcPr>
          <w:p w14:paraId="3AB37271" w14:textId="703BDDB4" w:rsidR="008E10AD" w:rsidRPr="00F071E2" w:rsidRDefault="00832EB5" w:rsidP="008E10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Dokona krytycznej oceny posiadanej wiedzy i umiejętności z zakresu psychologii</w:t>
            </w:r>
            <w:r w:rsidR="00C12216" w:rsidRPr="00F071E2">
              <w:rPr>
                <w:b w:val="0"/>
                <w:smallCaps w:val="0"/>
                <w:sz w:val="22"/>
              </w:rPr>
              <w:t xml:space="preserve"> ogólnej</w:t>
            </w:r>
            <w:r w:rsidRPr="00F071E2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113A2DF3" w14:textId="16E5CB6F" w:rsidR="008E10AD" w:rsidRPr="00F071E2" w:rsidRDefault="008E10AD" w:rsidP="008E10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K_K01</w:t>
            </w:r>
          </w:p>
        </w:tc>
      </w:tr>
    </w:tbl>
    <w:p w14:paraId="00E67DED" w14:textId="77777777" w:rsidR="0085747A" w:rsidRPr="00F071E2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25799C4E" w14:textId="77777777" w:rsidR="0085747A" w:rsidRPr="00F071E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F071E2">
        <w:rPr>
          <w:rFonts w:ascii="Times New Roman" w:hAnsi="Times New Roman"/>
          <w:b/>
        </w:rPr>
        <w:t>3.3</w:t>
      </w:r>
      <w:r w:rsidR="001D7B54" w:rsidRPr="00F071E2">
        <w:rPr>
          <w:rFonts w:ascii="Times New Roman" w:hAnsi="Times New Roman"/>
          <w:b/>
        </w:rPr>
        <w:t xml:space="preserve"> </w:t>
      </w:r>
      <w:r w:rsidR="0085747A" w:rsidRPr="00F071E2">
        <w:rPr>
          <w:rFonts w:ascii="Times New Roman" w:hAnsi="Times New Roman"/>
          <w:b/>
        </w:rPr>
        <w:t>T</w:t>
      </w:r>
      <w:r w:rsidR="001D7B54" w:rsidRPr="00F071E2">
        <w:rPr>
          <w:rFonts w:ascii="Times New Roman" w:hAnsi="Times New Roman"/>
          <w:b/>
        </w:rPr>
        <w:t xml:space="preserve">reści programowe </w:t>
      </w:r>
      <w:r w:rsidR="007327BD" w:rsidRPr="00F071E2">
        <w:rPr>
          <w:rFonts w:ascii="Times New Roman" w:hAnsi="Times New Roman"/>
        </w:rPr>
        <w:t xml:space="preserve">  </w:t>
      </w:r>
    </w:p>
    <w:p w14:paraId="456E2072" w14:textId="77777777" w:rsidR="0085747A" w:rsidRPr="00F071E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F071E2">
        <w:rPr>
          <w:rFonts w:ascii="Times New Roman" w:hAnsi="Times New Roman"/>
        </w:rPr>
        <w:t xml:space="preserve">Problematyka wykładu </w:t>
      </w:r>
    </w:p>
    <w:p w14:paraId="2CDF9F07" w14:textId="77777777" w:rsidR="00675843" w:rsidRPr="00F071E2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071E2" w14:paraId="7182A5F5" w14:textId="77777777" w:rsidTr="009A1325">
        <w:tc>
          <w:tcPr>
            <w:tcW w:w="9520" w:type="dxa"/>
          </w:tcPr>
          <w:p w14:paraId="19E49707" w14:textId="77777777" w:rsidR="0085747A" w:rsidRPr="00F071E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F071E2" w14:paraId="07B658D7" w14:textId="77777777" w:rsidTr="009A1325">
        <w:tc>
          <w:tcPr>
            <w:tcW w:w="9520" w:type="dxa"/>
          </w:tcPr>
          <w:p w14:paraId="3C258D9B" w14:textId="4D86DAFE" w:rsidR="0085747A" w:rsidRPr="00F071E2" w:rsidRDefault="005D760D" w:rsidP="0034057C">
            <w:pPr>
              <w:spacing w:after="0" w:line="240" w:lineRule="auto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Psychologia jako nauka: definicje, przedmiot materialny i formalny, cele psychologii.</w:t>
            </w:r>
          </w:p>
        </w:tc>
      </w:tr>
      <w:tr w:rsidR="0034057C" w:rsidRPr="00F071E2" w14:paraId="488AD156" w14:textId="77777777" w:rsidTr="009A1325">
        <w:tc>
          <w:tcPr>
            <w:tcW w:w="9520" w:type="dxa"/>
          </w:tcPr>
          <w:p w14:paraId="52CAC8EB" w14:textId="6F536909" w:rsidR="0034057C" w:rsidRPr="00F071E2" w:rsidRDefault="005D760D" w:rsidP="0034057C">
            <w:pPr>
              <w:spacing w:after="0" w:line="240" w:lineRule="auto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Badania psychologiczne. Metody badawcze. Krytyczna lektura doniesień</w:t>
            </w:r>
            <w:r w:rsidRPr="00F071E2">
              <w:rPr>
                <w:rFonts w:ascii="Times New Roman" w:hAnsi="Times New Roman"/>
              </w:rPr>
              <w:br/>
              <w:t>z badań.</w:t>
            </w:r>
          </w:p>
        </w:tc>
      </w:tr>
      <w:tr w:rsidR="0085747A" w:rsidRPr="00F071E2" w14:paraId="7B2EB4A6" w14:textId="77777777" w:rsidTr="009A1325">
        <w:tc>
          <w:tcPr>
            <w:tcW w:w="9520" w:type="dxa"/>
          </w:tcPr>
          <w:p w14:paraId="797AE84C" w14:textId="14243A7E" w:rsidR="0085747A" w:rsidRPr="00F071E2" w:rsidRDefault="0034057C" w:rsidP="0034057C">
            <w:pPr>
              <w:spacing w:after="0" w:line="240" w:lineRule="auto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 xml:space="preserve">Koncepcje psychologiczne człowieka: </w:t>
            </w:r>
            <w:proofErr w:type="spellStart"/>
            <w:r w:rsidRPr="00F071E2">
              <w:rPr>
                <w:rFonts w:ascii="Times New Roman" w:hAnsi="Times New Roman"/>
              </w:rPr>
              <w:t>psychodynamiczna</w:t>
            </w:r>
            <w:proofErr w:type="spellEnd"/>
            <w:r w:rsidRPr="00F071E2">
              <w:rPr>
                <w:rFonts w:ascii="Times New Roman" w:hAnsi="Times New Roman"/>
              </w:rPr>
              <w:t>, behawioralna, poznawcza, humanistyczna i socjobiologiczna</w:t>
            </w:r>
            <w:r w:rsidR="005D760D" w:rsidRPr="00F071E2">
              <w:rPr>
                <w:rFonts w:ascii="Times New Roman" w:hAnsi="Times New Roman"/>
              </w:rPr>
              <w:t>.</w:t>
            </w:r>
          </w:p>
        </w:tc>
      </w:tr>
      <w:tr w:rsidR="009A1325" w:rsidRPr="00F071E2" w14:paraId="7360AD7A" w14:textId="77777777" w:rsidTr="009A1325">
        <w:tc>
          <w:tcPr>
            <w:tcW w:w="9520" w:type="dxa"/>
          </w:tcPr>
          <w:p w14:paraId="51743D4E" w14:textId="2A833AA3" w:rsidR="009A1325" w:rsidRPr="00F071E2" w:rsidRDefault="009A1325" w:rsidP="0034057C">
            <w:pPr>
              <w:spacing w:after="0" w:line="240" w:lineRule="auto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Procesy poznawcze.</w:t>
            </w:r>
          </w:p>
        </w:tc>
      </w:tr>
      <w:tr w:rsidR="009A1325" w:rsidRPr="00F071E2" w14:paraId="7280D3CF" w14:textId="77777777" w:rsidTr="009A1325">
        <w:tc>
          <w:tcPr>
            <w:tcW w:w="9520" w:type="dxa"/>
          </w:tcPr>
          <w:p w14:paraId="23B504AB" w14:textId="603EA447" w:rsidR="009A1325" w:rsidRPr="00F071E2" w:rsidRDefault="009A1325" w:rsidP="0034057C">
            <w:pPr>
              <w:spacing w:after="0" w:line="240" w:lineRule="auto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Emocje i motywacje.</w:t>
            </w:r>
          </w:p>
        </w:tc>
      </w:tr>
      <w:tr w:rsidR="0085747A" w:rsidRPr="00F071E2" w14:paraId="16F9B23C" w14:textId="77777777" w:rsidTr="009A1325">
        <w:tc>
          <w:tcPr>
            <w:tcW w:w="9520" w:type="dxa"/>
          </w:tcPr>
          <w:p w14:paraId="49D54D0C" w14:textId="6C96A3DA" w:rsidR="0085747A" w:rsidRPr="00F071E2" w:rsidRDefault="005D760D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Osobowość i różnice indywidualne.</w:t>
            </w:r>
            <w:r w:rsidR="009A1325" w:rsidRPr="00F071E2">
              <w:rPr>
                <w:rFonts w:ascii="Times New Roman" w:hAnsi="Times New Roman"/>
              </w:rPr>
              <w:t xml:space="preserve"> </w:t>
            </w:r>
          </w:p>
        </w:tc>
      </w:tr>
      <w:tr w:rsidR="005D760D" w:rsidRPr="00F071E2" w14:paraId="375F39BF" w14:textId="77777777" w:rsidTr="009A1325">
        <w:tc>
          <w:tcPr>
            <w:tcW w:w="9520" w:type="dxa"/>
          </w:tcPr>
          <w:p w14:paraId="5DE1B811" w14:textId="0347DA70" w:rsidR="005D760D" w:rsidRPr="00F071E2" w:rsidRDefault="005D760D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Człowiek jako istota społeczna.</w:t>
            </w:r>
          </w:p>
        </w:tc>
      </w:tr>
    </w:tbl>
    <w:p w14:paraId="0437585B" w14:textId="77777777" w:rsidR="0085747A" w:rsidRPr="00F071E2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5A454325" w14:textId="77777777" w:rsidR="0085747A" w:rsidRPr="00F071E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F071E2">
        <w:rPr>
          <w:rFonts w:ascii="Times New Roman" w:hAnsi="Times New Roman"/>
        </w:rPr>
        <w:t>Problematyka ćwiczeń audytoryjnych, konwersatoryjnych, laboratoryjnych</w:t>
      </w:r>
      <w:r w:rsidR="009F4610" w:rsidRPr="00F071E2">
        <w:rPr>
          <w:rFonts w:ascii="Times New Roman" w:hAnsi="Times New Roman"/>
        </w:rPr>
        <w:t xml:space="preserve">, </w:t>
      </w:r>
      <w:r w:rsidRPr="00F071E2">
        <w:rPr>
          <w:rFonts w:ascii="Times New Roman" w:hAnsi="Times New Roman"/>
        </w:rPr>
        <w:t xml:space="preserve">zajęć praktycznych </w:t>
      </w:r>
    </w:p>
    <w:p w14:paraId="2E2DC31A" w14:textId="77777777" w:rsidR="0085747A" w:rsidRPr="00F071E2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071E2" w14:paraId="707E2D74" w14:textId="77777777" w:rsidTr="009A1325">
        <w:tc>
          <w:tcPr>
            <w:tcW w:w="9520" w:type="dxa"/>
          </w:tcPr>
          <w:p w14:paraId="2CA27C10" w14:textId="77777777" w:rsidR="0085747A" w:rsidRPr="00F071E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Treści merytoryczne</w:t>
            </w:r>
          </w:p>
        </w:tc>
      </w:tr>
      <w:tr w:rsidR="009A1325" w:rsidRPr="00F071E2" w14:paraId="7F2CB7FE" w14:textId="77777777" w:rsidTr="009A1325">
        <w:tc>
          <w:tcPr>
            <w:tcW w:w="9520" w:type="dxa"/>
          </w:tcPr>
          <w:p w14:paraId="38786E50" w14:textId="1904737B" w:rsidR="009A1325" w:rsidRPr="00F071E2" w:rsidRDefault="009A132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Praktyczne aspekty wiodących koncepcji psychologicznych człowieka.</w:t>
            </w:r>
          </w:p>
        </w:tc>
      </w:tr>
      <w:tr w:rsidR="0085747A" w:rsidRPr="00F071E2" w14:paraId="02988C23" w14:textId="77777777" w:rsidTr="009A1325">
        <w:tc>
          <w:tcPr>
            <w:tcW w:w="9520" w:type="dxa"/>
          </w:tcPr>
          <w:p w14:paraId="33A2AB76" w14:textId="3E5DF992" w:rsidR="0085747A" w:rsidRPr="00F071E2" w:rsidRDefault="005D760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Percepcja, uwaga, pamięć, uczenie się.</w:t>
            </w:r>
          </w:p>
        </w:tc>
      </w:tr>
      <w:tr w:rsidR="0085747A" w:rsidRPr="00F071E2" w14:paraId="3753A33A" w14:textId="77777777" w:rsidTr="009A1325">
        <w:tc>
          <w:tcPr>
            <w:tcW w:w="9520" w:type="dxa"/>
          </w:tcPr>
          <w:p w14:paraId="3144CC05" w14:textId="54726554" w:rsidR="0085747A" w:rsidRPr="00F071E2" w:rsidRDefault="009A132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W</w:t>
            </w:r>
            <w:r w:rsidR="005D760D" w:rsidRPr="00F071E2">
              <w:rPr>
                <w:rFonts w:ascii="Times New Roman" w:hAnsi="Times New Roman"/>
              </w:rPr>
              <w:t xml:space="preserve">yobraźnia i myślenie. </w:t>
            </w:r>
          </w:p>
        </w:tc>
      </w:tr>
      <w:tr w:rsidR="0085747A" w:rsidRPr="00F071E2" w14:paraId="6FCBECF9" w14:textId="77777777" w:rsidTr="009A1325">
        <w:tc>
          <w:tcPr>
            <w:tcW w:w="9520" w:type="dxa"/>
          </w:tcPr>
          <w:p w14:paraId="1EA9B686" w14:textId="48AA124B" w:rsidR="0085747A" w:rsidRPr="00F071E2" w:rsidRDefault="005D760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Emocje podstawowe i pochodne, funkcjonalne ujęcie emocji.</w:t>
            </w:r>
          </w:p>
        </w:tc>
      </w:tr>
      <w:tr w:rsidR="005D760D" w:rsidRPr="00F071E2" w14:paraId="70194517" w14:textId="77777777" w:rsidTr="009A1325">
        <w:tc>
          <w:tcPr>
            <w:tcW w:w="9520" w:type="dxa"/>
          </w:tcPr>
          <w:p w14:paraId="1384FE37" w14:textId="43B10020" w:rsidR="005D760D" w:rsidRPr="00F071E2" w:rsidRDefault="005D760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Motywacja.</w:t>
            </w:r>
            <w:r w:rsidR="00B75642" w:rsidRPr="00F071E2">
              <w:rPr>
                <w:rFonts w:ascii="Times New Roman" w:hAnsi="Times New Roman"/>
              </w:rPr>
              <w:t xml:space="preserve"> Proces motywacyjny, rodzaje motywacji.</w:t>
            </w:r>
          </w:p>
        </w:tc>
      </w:tr>
      <w:tr w:rsidR="009A1325" w:rsidRPr="00F071E2" w14:paraId="2BC0187D" w14:textId="77777777" w:rsidTr="009A1325">
        <w:tc>
          <w:tcPr>
            <w:tcW w:w="9520" w:type="dxa"/>
          </w:tcPr>
          <w:p w14:paraId="59CD1589" w14:textId="53F98C73" w:rsidR="009A1325" w:rsidRPr="00F071E2" w:rsidRDefault="009A132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Temperament, inteligencja, style poznawcze.</w:t>
            </w:r>
          </w:p>
        </w:tc>
      </w:tr>
      <w:tr w:rsidR="005172E8" w:rsidRPr="00F071E2" w14:paraId="0BBE4518" w14:textId="77777777" w:rsidTr="009A1325">
        <w:tc>
          <w:tcPr>
            <w:tcW w:w="9520" w:type="dxa"/>
          </w:tcPr>
          <w:p w14:paraId="3BF6F268" w14:textId="01349A4E" w:rsidR="005172E8" w:rsidRPr="00F071E2" w:rsidRDefault="005172E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Psychologia stresu.</w:t>
            </w:r>
          </w:p>
        </w:tc>
      </w:tr>
    </w:tbl>
    <w:p w14:paraId="7D4EF26E" w14:textId="77777777" w:rsidR="0085747A" w:rsidRPr="00F071E2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10135CC8" w14:textId="5CDCA9BC" w:rsidR="0085747A" w:rsidRPr="00F071E2" w:rsidRDefault="00D8476B" w:rsidP="009D13C0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>
        <w:rPr>
          <w:smallCaps w:val="0"/>
          <w:sz w:val="22"/>
        </w:rPr>
        <w:br w:type="column"/>
      </w:r>
      <w:r w:rsidR="009F4610" w:rsidRPr="00F071E2">
        <w:rPr>
          <w:smallCaps w:val="0"/>
          <w:sz w:val="22"/>
        </w:rPr>
        <w:lastRenderedPageBreak/>
        <w:t>3.4 Metody dydaktyczne</w:t>
      </w:r>
      <w:r w:rsidR="009F4610" w:rsidRPr="00F071E2">
        <w:rPr>
          <w:b w:val="0"/>
          <w:smallCaps w:val="0"/>
          <w:sz w:val="22"/>
        </w:rPr>
        <w:t xml:space="preserve"> </w:t>
      </w:r>
    </w:p>
    <w:p w14:paraId="51DB25B1" w14:textId="2743EFAE" w:rsidR="00E21E7D" w:rsidRPr="00F071E2" w:rsidRDefault="00E21E7D" w:rsidP="009C54AE">
      <w:pPr>
        <w:pStyle w:val="Punktygwne"/>
        <w:spacing w:before="0" w:after="0"/>
        <w:jc w:val="both"/>
        <w:rPr>
          <w:sz w:val="22"/>
        </w:rPr>
      </w:pPr>
    </w:p>
    <w:p w14:paraId="5F41EA9D" w14:textId="3233247B" w:rsidR="00153C41" w:rsidRPr="00F071E2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F071E2">
        <w:rPr>
          <w:b w:val="0"/>
          <w:i/>
          <w:sz w:val="22"/>
        </w:rPr>
        <w:t xml:space="preserve"> </w:t>
      </w:r>
      <w:r w:rsidRPr="00F071E2">
        <w:rPr>
          <w:b w:val="0"/>
          <w:i/>
          <w:smallCaps w:val="0"/>
          <w:sz w:val="22"/>
        </w:rPr>
        <w:t>W</w:t>
      </w:r>
      <w:r w:rsidR="0085747A" w:rsidRPr="00F071E2">
        <w:rPr>
          <w:b w:val="0"/>
          <w:i/>
          <w:smallCaps w:val="0"/>
          <w:sz w:val="22"/>
        </w:rPr>
        <w:t>ykład</w:t>
      </w:r>
      <w:r w:rsidRPr="00F071E2">
        <w:rPr>
          <w:b w:val="0"/>
          <w:i/>
          <w:smallCaps w:val="0"/>
          <w:sz w:val="22"/>
        </w:rPr>
        <w:t>: wykład</w:t>
      </w:r>
      <w:r w:rsidR="0085747A" w:rsidRPr="00F071E2">
        <w:rPr>
          <w:b w:val="0"/>
          <w:i/>
          <w:smallCaps w:val="0"/>
          <w:sz w:val="22"/>
        </w:rPr>
        <w:t xml:space="preserve"> problemowy</w:t>
      </w:r>
      <w:r w:rsidR="00923D7D" w:rsidRPr="00F071E2">
        <w:rPr>
          <w:b w:val="0"/>
          <w:i/>
          <w:smallCaps w:val="0"/>
          <w:sz w:val="22"/>
        </w:rPr>
        <w:t xml:space="preserve">, </w:t>
      </w:r>
      <w:r w:rsidR="0085747A" w:rsidRPr="00F071E2">
        <w:rPr>
          <w:b w:val="0"/>
          <w:i/>
          <w:smallCaps w:val="0"/>
          <w:sz w:val="22"/>
        </w:rPr>
        <w:t>wykład z prezentacją multimedialną</w:t>
      </w:r>
      <w:r w:rsidR="00172048" w:rsidRPr="00F071E2">
        <w:rPr>
          <w:b w:val="0"/>
          <w:i/>
          <w:smallCaps w:val="0"/>
          <w:sz w:val="22"/>
        </w:rPr>
        <w:t>.</w:t>
      </w:r>
    </w:p>
    <w:p w14:paraId="7ED277C7" w14:textId="4D699813" w:rsidR="00153C41" w:rsidRPr="00F071E2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F071E2">
        <w:rPr>
          <w:b w:val="0"/>
          <w:i/>
          <w:smallCaps w:val="0"/>
          <w:sz w:val="22"/>
        </w:rPr>
        <w:t xml:space="preserve">Ćwiczenia: </w:t>
      </w:r>
      <w:r w:rsidR="009F4610" w:rsidRPr="00F071E2">
        <w:rPr>
          <w:b w:val="0"/>
          <w:i/>
          <w:smallCaps w:val="0"/>
          <w:sz w:val="22"/>
        </w:rPr>
        <w:t xml:space="preserve">analiza </w:t>
      </w:r>
      <w:r w:rsidR="00923D7D" w:rsidRPr="00F071E2">
        <w:rPr>
          <w:b w:val="0"/>
          <w:i/>
          <w:smallCaps w:val="0"/>
          <w:sz w:val="22"/>
        </w:rPr>
        <w:t>tekstów z dyskusją,</w:t>
      </w:r>
      <w:r w:rsidR="00172048" w:rsidRPr="00F071E2">
        <w:rPr>
          <w:b w:val="0"/>
          <w:i/>
          <w:smallCaps w:val="0"/>
          <w:sz w:val="22"/>
        </w:rPr>
        <w:t xml:space="preserve"> </w:t>
      </w:r>
      <w:r w:rsidR="001718A7" w:rsidRPr="00F071E2">
        <w:rPr>
          <w:b w:val="0"/>
          <w:i/>
          <w:smallCaps w:val="0"/>
          <w:sz w:val="22"/>
        </w:rPr>
        <w:t>praca w</w:t>
      </w:r>
      <w:r w:rsidR="00172048" w:rsidRPr="00F071E2">
        <w:rPr>
          <w:b w:val="0"/>
          <w:i/>
          <w:smallCaps w:val="0"/>
          <w:sz w:val="22"/>
        </w:rPr>
        <w:t xml:space="preserve"> </w:t>
      </w:r>
      <w:r w:rsidR="0085747A" w:rsidRPr="00F071E2">
        <w:rPr>
          <w:b w:val="0"/>
          <w:i/>
          <w:smallCaps w:val="0"/>
          <w:sz w:val="22"/>
        </w:rPr>
        <w:t>grupach</w:t>
      </w:r>
      <w:r w:rsidR="0071620A" w:rsidRPr="00F071E2">
        <w:rPr>
          <w:b w:val="0"/>
          <w:i/>
          <w:smallCaps w:val="0"/>
          <w:sz w:val="22"/>
        </w:rPr>
        <w:t xml:space="preserve"> (</w:t>
      </w:r>
      <w:r w:rsidR="00172048" w:rsidRPr="00F071E2">
        <w:rPr>
          <w:b w:val="0"/>
          <w:i/>
          <w:smallCaps w:val="0"/>
          <w:sz w:val="22"/>
        </w:rPr>
        <w:t>studium przypadku</w:t>
      </w:r>
      <w:r w:rsidR="0071620A" w:rsidRPr="00F071E2">
        <w:rPr>
          <w:b w:val="0"/>
          <w:i/>
          <w:smallCaps w:val="0"/>
          <w:sz w:val="22"/>
        </w:rPr>
        <w:t>,</w:t>
      </w:r>
      <w:r w:rsidR="0085747A" w:rsidRPr="00F071E2">
        <w:rPr>
          <w:b w:val="0"/>
          <w:i/>
          <w:smallCaps w:val="0"/>
          <w:sz w:val="22"/>
        </w:rPr>
        <w:t xml:space="preserve"> dyskusja</w:t>
      </w:r>
      <w:r w:rsidR="009D13C0" w:rsidRPr="00F071E2">
        <w:rPr>
          <w:b w:val="0"/>
          <w:i/>
          <w:smallCaps w:val="0"/>
          <w:sz w:val="22"/>
        </w:rPr>
        <w:t>, burza mózgów</w:t>
      </w:r>
      <w:r w:rsidR="0071620A" w:rsidRPr="00F071E2">
        <w:rPr>
          <w:b w:val="0"/>
          <w:i/>
          <w:smallCaps w:val="0"/>
          <w:sz w:val="22"/>
        </w:rPr>
        <w:t>)</w:t>
      </w:r>
      <w:r w:rsidR="009D13C0" w:rsidRPr="00F071E2">
        <w:rPr>
          <w:b w:val="0"/>
          <w:i/>
          <w:smallCaps w:val="0"/>
          <w:sz w:val="22"/>
        </w:rPr>
        <w:t>.</w:t>
      </w:r>
    </w:p>
    <w:p w14:paraId="3403A35F" w14:textId="77777777" w:rsidR="00E960BB" w:rsidRPr="00F071E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0A9F42CA" w14:textId="77777777" w:rsidR="00E960BB" w:rsidRPr="00F071E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1AD1F99B" w14:textId="77777777" w:rsidR="0085747A" w:rsidRPr="00F071E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F071E2">
        <w:rPr>
          <w:smallCaps w:val="0"/>
          <w:sz w:val="22"/>
        </w:rPr>
        <w:t xml:space="preserve">4. </w:t>
      </w:r>
      <w:r w:rsidR="0085747A" w:rsidRPr="00F071E2">
        <w:rPr>
          <w:smallCaps w:val="0"/>
          <w:sz w:val="22"/>
        </w:rPr>
        <w:t>METODY I KRYTERIA OCENY</w:t>
      </w:r>
      <w:r w:rsidR="009F4610" w:rsidRPr="00F071E2">
        <w:rPr>
          <w:smallCaps w:val="0"/>
          <w:sz w:val="22"/>
        </w:rPr>
        <w:t xml:space="preserve"> </w:t>
      </w:r>
    </w:p>
    <w:p w14:paraId="046167F5" w14:textId="77777777" w:rsidR="00923D7D" w:rsidRPr="00F071E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27DDE1C5" w14:textId="77777777" w:rsidR="0085747A" w:rsidRPr="00F071E2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F071E2">
        <w:rPr>
          <w:smallCaps w:val="0"/>
          <w:sz w:val="22"/>
        </w:rPr>
        <w:t xml:space="preserve">4.1 Sposoby weryfikacji efektów </w:t>
      </w:r>
      <w:r w:rsidR="00C05F44" w:rsidRPr="00F071E2">
        <w:rPr>
          <w:smallCaps w:val="0"/>
          <w:sz w:val="22"/>
        </w:rPr>
        <w:t>uczenia się</w:t>
      </w:r>
    </w:p>
    <w:p w14:paraId="062B0C26" w14:textId="77777777" w:rsidR="0085747A" w:rsidRPr="00F071E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071E2" w14:paraId="1A8E6CE3" w14:textId="77777777" w:rsidTr="008E10AD">
        <w:tc>
          <w:tcPr>
            <w:tcW w:w="1962" w:type="dxa"/>
            <w:vAlign w:val="center"/>
          </w:tcPr>
          <w:p w14:paraId="3C7DCF84" w14:textId="77777777" w:rsidR="0085747A" w:rsidRPr="00F071E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8EE042" w14:textId="46A0FB5B" w:rsidR="0085747A" w:rsidRPr="00F071E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F071E2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D8476B" w:rsidRPr="00F071E2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14:paraId="213E0DA2" w14:textId="77777777" w:rsidR="0085747A" w:rsidRPr="00F071E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F071E2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49DC888" w14:textId="77777777" w:rsidR="00923D7D" w:rsidRPr="00F071E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14:paraId="1422EA97" w14:textId="28D7B856" w:rsidR="0085747A" w:rsidRPr="00F071E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(w, ćw</w:t>
            </w:r>
            <w:r w:rsidR="00D8476B">
              <w:rPr>
                <w:b w:val="0"/>
                <w:smallCaps w:val="0"/>
                <w:sz w:val="22"/>
              </w:rPr>
              <w:t>.</w:t>
            </w:r>
            <w:r w:rsidRPr="00F071E2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F071E2" w14:paraId="4B823729" w14:textId="77777777" w:rsidTr="008E10AD">
        <w:tc>
          <w:tcPr>
            <w:tcW w:w="1962" w:type="dxa"/>
          </w:tcPr>
          <w:p w14:paraId="64F4059F" w14:textId="77777777" w:rsidR="0085747A" w:rsidRPr="00F071E2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F071E2">
              <w:rPr>
                <w:b w:val="0"/>
                <w:sz w:val="22"/>
              </w:rPr>
              <w:t>ek</w:t>
            </w:r>
            <w:proofErr w:type="spellEnd"/>
            <w:r w:rsidRPr="00F071E2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14:paraId="008897B5" w14:textId="5080D92F" w:rsidR="0085747A" w:rsidRPr="00F071E2" w:rsidRDefault="0083094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egzamin pisemny, kolokwium</w:t>
            </w:r>
          </w:p>
        </w:tc>
        <w:tc>
          <w:tcPr>
            <w:tcW w:w="2117" w:type="dxa"/>
          </w:tcPr>
          <w:p w14:paraId="1330A04C" w14:textId="6BB7E55E" w:rsidR="0085747A" w:rsidRPr="00F071E2" w:rsidRDefault="003A05E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w, ćw.</w:t>
            </w:r>
          </w:p>
        </w:tc>
      </w:tr>
      <w:tr w:rsidR="0085747A" w:rsidRPr="00F071E2" w14:paraId="1F93451A" w14:textId="77777777" w:rsidTr="008E10AD">
        <w:tc>
          <w:tcPr>
            <w:tcW w:w="1962" w:type="dxa"/>
          </w:tcPr>
          <w:p w14:paraId="5D8B0409" w14:textId="77777777" w:rsidR="0085747A" w:rsidRPr="00F071E2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14:paraId="3926B13A" w14:textId="75AEA7D2" w:rsidR="0085747A" w:rsidRPr="00F071E2" w:rsidRDefault="0083094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egzamin pisemny, kolokwium</w:t>
            </w:r>
          </w:p>
        </w:tc>
        <w:tc>
          <w:tcPr>
            <w:tcW w:w="2117" w:type="dxa"/>
          </w:tcPr>
          <w:p w14:paraId="1C69BD63" w14:textId="08E72663" w:rsidR="0085747A" w:rsidRPr="00F071E2" w:rsidRDefault="003A05E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w, ćw.</w:t>
            </w:r>
          </w:p>
        </w:tc>
      </w:tr>
      <w:tr w:rsidR="008E10AD" w:rsidRPr="00F071E2" w14:paraId="6C012E29" w14:textId="77777777" w:rsidTr="008E10AD">
        <w:tc>
          <w:tcPr>
            <w:tcW w:w="1962" w:type="dxa"/>
          </w:tcPr>
          <w:p w14:paraId="288A91BF" w14:textId="5FF550F0" w:rsidR="008E10AD" w:rsidRPr="00F071E2" w:rsidRDefault="008E10AD" w:rsidP="008E10AD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F071E2">
              <w:rPr>
                <w:b w:val="0"/>
                <w:sz w:val="22"/>
              </w:rPr>
              <w:t>ek</w:t>
            </w:r>
            <w:proofErr w:type="spellEnd"/>
            <w:r w:rsidRPr="00F071E2">
              <w:rPr>
                <w:b w:val="0"/>
                <w:sz w:val="22"/>
              </w:rPr>
              <w:t>_ 03</w:t>
            </w:r>
          </w:p>
        </w:tc>
        <w:tc>
          <w:tcPr>
            <w:tcW w:w="5441" w:type="dxa"/>
          </w:tcPr>
          <w:p w14:paraId="67060422" w14:textId="0569602E" w:rsidR="008E10AD" w:rsidRPr="00F071E2" w:rsidRDefault="00830942" w:rsidP="008E10A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kolokwium, obserwacja w trakcie zajęć</w:t>
            </w:r>
          </w:p>
        </w:tc>
        <w:tc>
          <w:tcPr>
            <w:tcW w:w="2117" w:type="dxa"/>
          </w:tcPr>
          <w:p w14:paraId="6CD96B95" w14:textId="26B85259" w:rsidR="008E10AD" w:rsidRPr="00F071E2" w:rsidRDefault="003A05EF" w:rsidP="008E10A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ćw.</w:t>
            </w:r>
          </w:p>
        </w:tc>
      </w:tr>
      <w:tr w:rsidR="008E10AD" w:rsidRPr="00F071E2" w14:paraId="019B67EF" w14:textId="77777777" w:rsidTr="008E10AD">
        <w:tc>
          <w:tcPr>
            <w:tcW w:w="1962" w:type="dxa"/>
          </w:tcPr>
          <w:p w14:paraId="0454BEA1" w14:textId="5E1F9F5A" w:rsidR="008E10AD" w:rsidRPr="00F071E2" w:rsidRDefault="008E10AD" w:rsidP="008E10A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Ek_ 04</w:t>
            </w:r>
          </w:p>
        </w:tc>
        <w:tc>
          <w:tcPr>
            <w:tcW w:w="5441" w:type="dxa"/>
          </w:tcPr>
          <w:p w14:paraId="4221D0F9" w14:textId="02EED72D" w:rsidR="008E10AD" w:rsidRPr="00F071E2" w:rsidRDefault="00830942" w:rsidP="008E10A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265AB9EC" w14:textId="083BE485" w:rsidR="008E10AD" w:rsidRPr="00F071E2" w:rsidRDefault="003A05EF" w:rsidP="008E10A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071E2">
              <w:rPr>
                <w:b w:val="0"/>
                <w:sz w:val="22"/>
              </w:rPr>
              <w:t>ćw.</w:t>
            </w:r>
          </w:p>
        </w:tc>
      </w:tr>
    </w:tbl>
    <w:p w14:paraId="6FCEAA85" w14:textId="77777777" w:rsidR="00923D7D" w:rsidRPr="00F071E2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6670935F" w14:textId="77777777" w:rsidR="0085747A" w:rsidRPr="00F071E2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F071E2">
        <w:rPr>
          <w:smallCaps w:val="0"/>
          <w:sz w:val="22"/>
        </w:rPr>
        <w:t xml:space="preserve">4.2 </w:t>
      </w:r>
      <w:r w:rsidR="0085747A" w:rsidRPr="00F071E2">
        <w:rPr>
          <w:smallCaps w:val="0"/>
          <w:sz w:val="22"/>
        </w:rPr>
        <w:t>Warunki zaliczenia przedmiotu (kryteria oceniania)</w:t>
      </w:r>
      <w:r w:rsidR="00923D7D" w:rsidRPr="00F071E2">
        <w:rPr>
          <w:smallCaps w:val="0"/>
          <w:sz w:val="22"/>
        </w:rPr>
        <w:t xml:space="preserve"> </w:t>
      </w:r>
    </w:p>
    <w:p w14:paraId="07D28273" w14:textId="77777777" w:rsidR="00923D7D" w:rsidRPr="00F071E2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071E2" w14:paraId="3E951044" w14:textId="77777777" w:rsidTr="00923D7D">
        <w:tc>
          <w:tcPr>
            <w:tcW w:w="9670" w:type="dxa"/>
          </w:tcPr>
          <w:p w14:paraId="71256FF7" w14:textId="31DFA7D0" w:rsidR="00B51A68" w:rsidRPr="00F071E2" w:rsidRDefault="00B51A68" w:rsidP="00B51A68">
            <w:pPr>
              <w:pStyle w:val="Punktygwne"/>
              <w:spacing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Wykład: egzamin pisemny w formie testu (poprawna odpowiedź na minimum 60% pytań testowych).</w:t>
            </w:r>
          </w:p>
          <w:p w14:paraId="737E8B1A" w14:textId="3B8D522C" w:rsidR="00923D7D" w:rsidRPr="00F071E2" w:rsidRDefault="00B51A68" w:rsidP="00B51A68">
            <w:pPr>
              <w:pStyle w:val="Punktygwne"/>
              <w:spacing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Ćwiczenia: aktywność w trakcie zajęć, analiza jakościowa odpowiedzi na pytania kolokwium zaliczeniowego.</w:t>
            </w:r>
          </w:p>
          <w:p w14:paraId="58AB4C25" w14:textId="77777777" w:rsidR="0085747A" w:rsidRPr="00F071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14:paraId="779DDEF6" w14:textId="77777777" w:rsidR="0085747A" w:rsidRPr="00F071E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7E7F7089" w14:textId="76C792C1" w:rsidR="009F4610" w:rsidRPr="00F071E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F071E2">
        <w:rPr>
          <w:rFonts w:ascii="Times New Roman" w:hAnsi="Times New Roman"/>
          <w:b/>
        </w:rPr>
        <w:t xml:space="preserve">5. </w:t>
      </w:r>
      <w:r w:rsidR="00D8476B">
        <w:rPr>
          <w:rFonts w:ascii="Times New Roman" w:hAnsi="Times New Roman"/>
          <w:b/>
        </w:rPr>
        <w:tab/>
      </w:r>
      <w:r w:rsidR="00C61DC5" w:rsidRPr="00F071E2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7A0D2AA2" w14:textId="77777777" w:rsidR="0085747A" w:rsidRPr="00F071E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F071E2" w14:paraId="7D9E6121" w14:textId="77777777" w:rsidTr="003E1941">
        <w:tc>
          <w:tcPr>
            <w:tcW w:w="4962" w:type="dxa"/>
            <w:vAlign w:val="center"/>
          </w:tcPr>
          <w:p w14:paraId="66297439" w14:textId="77777777" w:rsidR="0085747A" w:rsidRPr="00F071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071E2">
              <w:rPr>
                <w:rFonts w:ascii="Times New Roman" w:hAnsi="Times New Roman"/>
                <w:b/>
              </w:rPr>
              <w:t>Forma a</w:t>
            </w:r>
            <w:r w:rsidR="0085747A" w:rsidRPr="00F071E2">
              <w:rPr>
                <w:rFonts w:ascii="Times New Roman" w:hAnsi="Times New Roman"/>
                <w:b/>
              </w:rPr>
              <w:t>ktywnoś</w:t>
            </w:r>
            <w:r w:rsidRPr="00F071E2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F5C93C9" w14:textId="77777777" w:rsidR="0085747A" w:rsidRPr="00F071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071E2">
              <w:rPr>
                <w:rFonts w:ascii="Times New Roman" w:hAnsi="Times New Roman"/>
                <w:b/>
              </w:rPr>
              <w:t>Średnia l</w:t>
            </w:r>
            <w:r w:rsidR="0085747A" w:rsidRPr="00F071E2">
              <w:rPr>
                <w:rFonts w:ascii="Times New Roman" w:hAnsi="Times New Roman"/>
                <w:b/>
              </w:rPr>
              <w:t>iczba godzin</w:t>
            </w:r>
            <w:r w:rsidR="0071620A" w:rsidRPr="00F071E2">
              <w:rPr>
                <w:rFonts w:ascii="Times New Roman" w:hAnsi="Times New Roman"/>
                <w:b/>
              </w:rPr>
              <w:t xml:space="preserve"> </w:t>
            </w:r>
            <w:r w:rsidRPr="00F071E2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F071E2" w14:paraId="0F912E38" w14:textId="77777777" w:rsidTr="00923D7D">
        <w:tc>
          <w:tcPr>
            <w:tcW w:w="4962" w:type="dxa"/>
          </w:tcPr>
          <w:p w14:paraId="40012A65" w14:textId="77777777" w:rsidR="0085747A" w:rsidRPr="00F071E2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G</w:t>
            </w:r>
            <w:r w:rsidR="0085747A" w:rsidRPr="00F071E2">
              <w:rPr>
                <w:rFonts w:ascii="Times New Roman" w:hAnsi="Times New Roman"/>
              </w:rPr>
              <w:t xml:space="preserve">odziny </w:t>
            </w:r>
            <w:r w:rsidRPr="00F071E2">
              <w:rPr>
                <w:rFonts w:ascii="Times New Roman" w:hAnsi="Times New Roman"/>
              </w:rPr>
              <w:t>kontaktowe</w:t>
            </w:r>
            <w:r w:rsidR="0085747A" w:rsidRPr="00F071E2">
              <w:rPr>
                <w:rFonts w:ascii="Times New Roman" w:hAnsi="Times New Roman"/>
              </w:rPr>
              <w:t xml:space="preserve"> w</w:t>
            </w:r>
            <w:r w:rsidRPr="00F071E2">
              <w:rPr>
                <w:rFonts w:ascii="Times New Roman" w:hAnsi="Times New Roman"/>
              </w:rPr>
              <w:t>ynikające</w:t>
            </w:r>
            <w:r w:rsidR="0085747A" w:rsidRPr="00F071E2">
              <w:rPr>
                <w:rFonts w:ascii="Times New Roman" w:hAnsi="Times New Roman"/>
              </w:rPr>
              <w:t xml:space="preserve"> z</w:t>
            </w:r>
            <w:r w:rsidR="009C1331" w:rsidRPr="00F071E2">
              <w:rPr>
                <w:rFonts w:ascii="Times New Roman" w:hAnsi="Times New Roman"/>
              </w:rPr>
              <w:t> </w:t>
            </w:r>
            <w:r w:rsidR="0045729E" w:rsidRPr="00F071E2">
              <w:rPr>
                <w:rFonts w:ascii="Times New Roman" w:hAnsi="Times New Roman"/>
              </w:rPr>
              <w:t>harmonogramu</w:t>
            </w:r>
            <w:r w:rsidR="0085747A" w:rsidRPr="00F071E2">
              <w:rPr>
                <w:rFonts w:ascii="Times New Roman" w:hAnsi="Times New Roman"/>
              </w:rPr>
              <w:t xml:space="preserve"> </w:t>
            </w:r>
            <w:r w:rsidRPr="00F071E2">
              <w:rPr>
                <w:rFonts w:ascii="Times New Roman" w:hAnsi="Times New Roman"/>
              </w:rPr>
              <w:t>studiów</w:t>
            </w:r>
            <w:r w:rsidR="0045729E" w:rsidRPr="00F071E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14:paraId="07C444D4" w14:textId="43A2A338" w:rsidR="0085747A" w:rsidRPr="00D8476B" w:rsidRDefault="00A04724" w:rsidP="003079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8476B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F071E2" w14:paraId="75F3AD0D" w14:textId="77777777" w:rsidTr="00923D7D">
        <w:tc>
          <w:tcPr>
            <w:tcW w:w="4962" w:type="dxa"/>
          </w:tcPr>
          <w:p w14:paraId="4FA6CC78" w14:textId="77777777" w:rsidR="00C61DC5" w:rsidRPr="00F071E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Inne z udziałem nauczyciela</w:t>
            </w:r>
            <w:r w:rsidR="0045729E" w:rsidRPr="00F071E2">
              <w:rPr>
                <w:rFonts w:ascii="Times New Roman" w:hAnsi="Times New Roman"/>
              </w:rPr>
              <w:t xml:space="preserve"> akademickiego</w:t>
            </w:r>
          </w:p>
          <w:p w14:paraId="4CFF054A" w14:textId="77777777" w:rsidR="00C61DC5" w:rsidRPr="00F071E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14:paraId="6E7ABEB9" w14:textId="3522F6E0" w:rsidR="00C61DC5" w:rsidRPr="00F071E2" w:rsidRDefault="00F818C4" w:rsidP="003079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2</w:t>
            </w:r>
          </w:p>
        </w:tc>
      </w:tr>
      <w:tr w:rsidR="00C61DC5" w:rsidRPr="00F071E2" w14:paraId="14E7BF51" w14:textId="77777777" w:rsidTr="00923D7D">
        <w:tc>
          <w:tcPr>
            <w:tcW w:w="4962" w:type="dxa"/>
          </w:tcPr>
          <w:p w14:paraId="2042B0A7" w14:textId="77777777" w:rsidR="0071620A" w:rsidRPr="00F071E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Godziny niekontaktowe – praca własna studenta</w:t>
            </w:r>
          </w:p>
          <w:p w14:paraId="397FC3EB" w14:textId="1C364A74" w:rsidR="00C61DC5" w:rsidRPr="00F071E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 xml:space="preserve">(przygotowanie do zajęć, </w:t>
            </w:r>
            <w:r w:rsidR="00830942" w:rsidRPr="00F071E2">
              <w:rPr>
                <w:rFonts w:ascii="Times New Roman" w:hAnsi="Times New Roman"/>
              </w:rPr>
              <w:t xml:space="preserve">przygotowanie do kolokwium, przygotowanie do </w:t>
            </w:r>
            <w:r w:rsidRPr="00F071E2">
              <w:rPr>
                <w:rFonts w:ascii="Times New Roman" w:hAnsi="Times New Roman"/>
              </w:rPr>
              <w:t>egzaminu)</w:t>
            </w:r>
          </w:p>
        </w:tc>
        <w:tc>
          <w:tcPr>
            <w:tcW w:w="4677" w:type="dxa"/>
          </w:tcPr>
          <w:p w14:paraId="758BF29F" w14:textId="70DDE4F9" w:rsidR="00C61DC5" w:rsidRPr="00F071E2" w:rsidRDefault="00F818C4" w:rsidP="003079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43</w:t>
            </w:r>
          </w:p>
        </w:tc>
      </w:tr>
      <w:tr w:rsidR="0085747A" w:rsidRPr="00F071E2" w14:paraId="1B55F6F8" w14:textId="77777777" w:rsidTr="00923D7D">
        <w:tc>
          <w:tcPr>
            <w:tcW w:w="4962" w:type="dxa"/>
          </w:tcPr>
          <w:p w14:paraId="19A33C27" w14:textId="77777777" w:rsidR="0085747A" w:rsidRPr="00F071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264760B6" w14:textId="72663C99" w:rsidR="0085747A" w:rsidRPr="00F071E2" w:rsidRDefault="00FE1286" w:rsidP="003079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071E2">
              <w:rPr>
                <w:rFonts w:ascii="Times New Roman" w:hAnsi="Times New Roman"/>
              </w:rPr>
              <w:t>75</w:t>
            </w:r>
          </w:p>
        </w:tc>
      </w:tr>
      <w:tr w:rsidR="0085747A" w:rsidRPr="00F071E2" w14:paraId="75FC0B0D" w14:textId="77777777" w:rsidTr="00923D7D">
        <w:tc>
          <w:tcPr>
            <w:tcW w:w="4962" w:type="dxa"/>
          </w:tcPr>
          <w:p w14:paraId="4BF03B32" w14:textId="77777777" w:rsidR="0085747A" w:rsidRPr="00F071E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071E2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A1BC25B" w14:textId="77777777" w:rsidR="0085747A" w:rsidRPr="00D8476B" w:rsidRDefault="00BD337F" w:rsidP="003079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8476B">
              <w:rPr>
                <w:rFonts w:ascii="Times New Roman" w:hAnsi="Times New Roman"/>
                <w:b/>
              </w:rPr>
              <w:t>3</w:t>
            </w:r>
          </w:p>
        </w:tc>
      </w:tr>
    </w:tbl>
    <w:p w14:paraId="6140E470" w14:textId="77777777" w:rsidR="0085747A" w:rsidRPr="00F071E2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F071E2">
        <w:rPr>
          <w:b w:val="0"/>
          <w:i/>
          <w:smallCaps w:val="0"/>
          <w:sz w:val="22"/>
        </w:rPr>
        <w:t xml:space="preserve">* </w:t>
      </w:r>
      <w:r w:rsidR="00C61DC5" w:rsidRPr="00F071E2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1887A20" w14:textId="77777777" w:rsidR="003E1941" w:rsidRPr="00F071E2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3BC1E482" w14:textId="77777777" w:rsidR="0085747A" w:rsidRPr="00F071E2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F071E2">
        <w:rPr>
          <w:smallCaps w:val="0"/>
          <w:sz w:val="22"/>
        </w:rPr>
        <w:t xml:space="preserve">6. </w:t>
      </w:r>
      <w:r w:rsidR="0085747A" w:rsidRPr="00F071E2">
        <w:rPr>
          <w:smallCaps w:val="0"/>
          <w:sz w:val="22"/>
        </w:rPr>
        <w:t>PRAKTYKI ZAWO</w:t>
      </w:r>
      <w:r w:rsidR="009C1331" w:rsidRPr="00F071E2">
        <w:rPr>
          <w:smallCaps w:val="0"/>
          <w:sz w:val="22"/>
        </w:rPr>
        <w:t>DOWE W RAMACH PRZEDMIOTU</w:t>
      </w:r>
    </w:p>
    <w:p w14:paraId="186822A0" w14:textId="77777777" w:rsidR="0085747A" w:rsidRPr="00F071E2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071E2" w14:paraId="39AB5F92" w14:textId="77777777" w:rsidTr="00D8476B">
        <w:trPr>
          <w:trHeight w:val="397"/>
        </w:trPr>
        <w:tc>
          <w:tcPr>
            <w:tcW w:w="3544" w:type="dxa"/>
          </w:tcPr>
          <w:p w14:paraId="6E050DF8" w14:textId="77777777" w:rsidR="0085747A" w:rsidRPr="00F071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52F5C5A0" w14:textId="77777777" w:rsidR="0085747A" w:rsidRPr="00F071E2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071E2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F071E2" w14:paraId="3B859DE7" w14:textId="77777777" w:rsidTr="00D8476B">
        <w:trPr>
          <w:trHeight w:val="397"/>
        </w:trPr>
        <w:tc>
          <w:tcPr>
            <w:tcW w:w="3544" w:type="dxa"/>
          </w:tcPr>
          <w:p w14:paraId="7E7E32B6" w14:textId="77777777" w:rsidR="0085747A" w:rsidRPr="00F071E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6C65AE" w14:textId="77777777" w:rsidR="0085747A" w:rsidRPr="00F071E2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071E2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14:paraId="10076AA8" w14:textId="77777777" w:rsidR="003E1941" w:rsidRPr="00F071E2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07936A4E" w14:textId="77777777" w:rsidR="0085747A" w:rsidRPr="00F071E2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F071E2">
        <w:rPr>
          <w:smallCaps w:val="0"/>
          <w:sz w:val="22"/>
        </w:rPr>
        <w:t xml:space="preserve">7. </w:t>
      </w:r>
      <w:r w:rsidR="0085747A" w:rsidRPr="00F071E2">
        <w:rPr>
          <w:smallCaps w:val="0"/>
          <w:sz w:val="22"/>
        </w:rPr>
        <w:t>LITERATURA</w:t>
      </w:r>
      <w:r w:rsidRPr="00F071E2">
        <w:rPr>
          <w:smallCaps w:val="0"/>
          <w:sz w:val="22"/>
        </w:rPr>
        <w:t xml:space="preserve"> </w:t>
      </w:r>
    </w:p>
    <w:p w14:paraId="3D61D973" w14:textId="77777777" w:rsidR="00675843" w:rsidRPr="00F071E2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071E2" w14:paraId="412A4D3A" w14:textId="77777777" w:rsidTr="00D8476B">
        <w:trPr>
          <w:trHeight w:val="397"/>
        </w:trPr>
        <w:tc>
          <w:tcPr>
            <w:tcW w:w="7513" w:type="dxa"/>
          </w:tcPr>
          <w:p w14:paraId="6850A94C" w14:textId="4793E4C6" w:rsidR="005D760D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D8476B">
              <w:rPr>
                <w:smallCaps w:val="0"/>
                <w:sz w:val="22"/>
              </w:rPr>
              <w:t>Literatura podstawowa:</w:t>
            </w:r>
          </w:p>
          <w:p w14:paraId="0FBC5DD1" w14:textId="77777777" w:rsidR="00D8476B" w:rsidRPr="00D8476B" w:rsidRDefault="00D8476B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14:paraId="772A31AC" w14:textId="0D379DF4" w:rsidR="0034057C" w:rsidRPr="00F071E2" w:rsidRDefault="0034057C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F071E2">
              <w:rPr>
                <w:b w:val="0"/>
                <w:smallCaps w:val="0"/>
                <w:color w:val="000000"/>
                <w:sz w:val="22"/>
              </w:rPr>
              <w:t>Gerrig</w:t>
            </w:r>
            <w:proofErr w:type="spellEnd"/>
            <w:r w:rsidRPr="00F071E2">
              <w:rPr>
                <w:b w:val="0"/>
                <w:smallCaps w:val="0"/>
                <w:color w:val="000000"/>
                <w:sz w:val="22"/>
              </w:rPr>
              <w:t xml:space="preserve">, R.J., </w:t>
            </w:r>
            <w:proofErr w:type="spellStart"/>
            <w:r w:rsidRPr="00F071E2">
              <w:rPr>
                <w:b w:val="0"/>
                <w:smallCaps w:val="0"/>
                <w:color w:val="000000"/>
                <w:sz w:val="22"/>
              </w:rPr>
              <w:t>Zimbardo</w:t>
            </w:r>
            <w:proofErr w:type="spellEnd"/>
            <w:r w:rsidRPr="00F071E2">
              <w:rPr>
                <w:b w:val="0"/>
                <w:smallCaps w:val="0"/>
                <w:color w:val="000000"/>
                <w:sz w:val="22"/>
              </w:rPr>
              <w:t xml:space="preserve">, P.G. (2016). </w:t>
            </w:r>
            <w:r w:rsidRPr="00F071E2">
              <w:rPr>
                <w:b w:val="0"/>
                <w:i/>
                <w:iCs/>
                <w:smallCaps w:val="0"/>
                <w:color w:val="000000"/>
                <w:sz w:val="22"/>
              </w:rPr>
              <w:t>Psychologia i życie</w:t>
            </w:r>
            <w:r w:rsidRPr="00F071E2">
              <w:rPr>
                <w:b w:val="0"/>
                <w:smallCaps w:val="0"/>
                <w:color w:val="000000"/>
                <w:sz w:val="22"/>
              </w:rPr>
              <w:t>. Warszawa: Wydawnictwo Naukowe PWN.</w:t>
            </w:r>
          </w:p>
          <w:p w14:paraId="6DDFE392" w14:textId="5F0F6191" w:rsidR="0034057C" w:rsidRPr="00F071E2" w:rsidRDefault="0034057C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F071E2">
              <w:rPr>
                <w:b w:val="0"/>
                <w:smallCaps w:val="0"/>
                <w:color w:val="000000"/>
                <w:sz w:val="22"/>
              </w:rPr>
              <w:t>Strelau</w:t>
            </w:r>
            <w:proofErr w:type="spellEnd"/>
            <w:r w:rsidRPr="00F071E2">
              <w:rPr>
                <w:b w:val="0"/>
                <w:smallCaps w:val="0"/>
                <w:color w:val="000000"/>
                <w:sz w:val="22"/>
              </w:rPr>
              <w:t xml:space="preserve">, J., Doliński D. (red.) (2016). </w:t>
            </w:r>
            <w:r w:rsidRPr="00F071E2">
              <w:rPr>
                <w:b w:val="0"/>
                <w:i/>
                <w:iCs/>
                <w:smallCaps w:val="0"/>
                <w:color w:val="000000"/>
                <w:sz w:val="22"/>
              </w:rPr>
              <w:t>Psychologia akademicka. Podręcznik</w:t>
            </w:r>
            <w:r w:rsidRPr="00F071E2">
              <w:rPr>
                <w:b w:val="0"/>
                <w:smallCaps w:val="0"/>
                <w:color w:val="000000"/>
                <w:sz w:val="22"/>
              </w:rPr>
              <w:t>. Tom 1 i 2. Gdańsk: GWP.</w:t>
            </w:r>
          </w:p>
        </w:tc>
      </w:tr>
      <w:tr w:rsidR="0085747A" w:rsidRPr="00F071E2" w14:paraId="7D0CCD9F" w14:textId="77777777" w:rsidTr="00D8476B">
        <w:trPr>
          <w:trHeight w:val="397"/>
        </w:trPr>
        <w:tc>
          <w:tcPr>
            <w:tcW w:w="7513" w:type="dxa"/>
          </w:tcPr>
          <w:p w14:paraId="6D8827E7" w14:textId="491B113D" w:rsidR="0034057C" w:rsidRPr="00D8476B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D8476B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2E7131E5" w14:textId="77777777" w:rsidR="00D8476B" w:rsidRPr="00F071E2" w:rsidRDefault="00D8476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151BEB1E" w14:textId="29B342C7" w:rsidR="0034057C" w:rsidRPr="00F071E2" w:rsidRDefault="0034057C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071E2">
              <w:rPr>
                <w:b w:val="0"/>
                <w:smallCaps w:val="0"/>
                <w:color w:val="000000"/>
                <w:sz w:val="22"/>
              </w:rPr>
              <w:t xml:space="preserve">Brzezińska, A.I. (2015). </w:t>
            </w:r>
            <w:r w:rsidRPr="00F071E2">
              <w:rPr>
                <w:b w:val="0"/>
                <w:i/>
                <w:iCs/>
                <w:smallCaps w:val="0"/>
                <w:color w:val="000000"/>
                <w:sz w:val="22"/>
              </w:rPr>
              <w:t>Psychologiczne portrety człowieka. Praktyczna psychologia rozwojowa</w:t>
            </w:r>
            <w:r w:rsidRPr="00F071E2">
              <w:rPr>
                <w:b w:val="0"/>
                <w:smallCaps w:val="0"/>
                <w:color w:val="000000"/>
                <w:sz w:val="22"/>
              </w:rPr>
              <w:t>. Gdańsk: GWP.</w:t>
            </w:r>
          </w:p>
          <w:p w14:paraId="7D67DC10" w14:textId="5D159B6A" w:rsidR="0034057C" w:rsidRPr="00F071E2" w:rsidRDefault="0034057C" w:rsidP="0034057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F071E2">
              <w:rPr>
                <w:b w:val="0"/>
                <w:smallCaps w:val="0"/>
                <w:color w:val="000000"/>
                <w:sz w:val="22"/>
              </w:rPr>
              <w:t>Kalat</w:t>
            </w:r>
            <w:proofErr w:type="spellEnd"/>
            <w:r w:rsidRPr="00F071E2">
              <w:rPr>
                <w:b w:val="0"/>
                <w:smallCaps w:val="0"/>
                <w:color w:val="000000"/>
                <w:sz w:val="22"/>
              </w:rPr>
              <w:t xml:space="preserve">, J.W. (2016). </w:t>
            </w:r>
            <w:r w:rsidRPr="00F071E2">
              <w:rPr>
                <w:b w:val="0"/>
                <w:i/>
                <w:iCs/>
                <w:smallCaps w:val="0"/>
                <w:color w:val="000000"/>
                <w:sz w:val="22"/>
              </w:rPr>
              <w:t>Biologiczne podstawy psychologii</w:t>
            </w:r>
            <w:r w:rsidRPr="00F071E2">
              <w:rPr>
                <w:b w:val="0"/>
                <w:smallCaps w:val="0"/>
                <w:color w:val="000000"/>
                <w:sz w:val="22"/>
              </w:rPr>
              <w:t>. Warszawa: PWN.</w:t>
            </w:r>
          </w:p>
          <w:p w14:paraId="3CC469FD" w14:textId="1DDB3408" w:rsidR="0034057C" w:rsidRPr="00F071E2" w:rsidRDefault="0034057C" w:rsidP="0034057C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F071E2">
              <w:rPr>
                <w:b w:val="0"/>
                <w:smallCaps w:val="0"/>
                <w:color w:val="000000"/>
                <w:sz w:val="22"/>
              </w:rPr>
              <w:t>Wojciszke</w:t>
            </w:r>
            <w:proofErr w:type="spellEnd"/>
            <w:r w:rsidRPr="00F071E2">
              <w:rPr>
                <w:b w:val="0"/>
                <w:smallCaps w:val="0"/>
                <w:color w:val="000000"/>
                <w:sz w:val="22"/>
              </w:rPr>
              <w:t xml:space="preserve">, B. (2017). </w:t>
            </w:r>
            <w:r w:rsidRPr="00F071E2">
              <w:rPr>
                <w:b w:val="0"/>
                <w:i/>
                <w:iCs/>
                <w:smallCaps w:val="0"/>
                <w:color w:val="000000"/>
                <w:sz w:val="22"/>
              </w:rPr>
              <w:t>Psychologia społeczna</w:t>
            </w:r>
            <w:r w:rsidRPr="00F071E2">
              <w:rPr>
                <w:b w:val="0"/>
                <w:smallCaps w:val="0"/>
                <w:color w:val="000000"/>
                <w:sz w:val="22"/>
              </w:rPr>
              <w:t xml:space="preserve">. Warszawa: </w:t>
            </w:r>
          </w:p>
          <w:p w14:paraId="0EE18736" w14:textId="20F82A85" w:rsidR="0034057C" w:rsidRPr="00F071E2" w:rsidRDefault="0034057C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071E2">
              <w:rPr>
                <w:b w:val="0"/>
                <w:smallCaps w:val="0"/>
                <w:color w:val="000000"/>
                <w:sz w:val="22"/>
              </w:rPr>
              <w:t>Wydawnictwo Naukowe Scholar.</w:t>
            </w:r>
          </w:p>
        </w:tc>
      </w:tr>
    </w:tbl>
    <w:p w14:paraId="6F395700" w14:textId="77777777" w:rsidR="0085747A" w:rsidRPr="00F071E2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05CBA027" w14:textId="77777777" w:rsidR="0085747A" w:rsidRPr="00F071E2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FCBA319" w14:textId="77777777" w:rsidR="0085747A" w:rsidRPr="00D8476B" w:rsidRDefault="0085747A" w:rsidP="00F83B28">
      <w:pPr>
        <w:pStyle w:val="Punktygwne"/>
        <w:spacing w:before="0" w:after="0"/>
        <w:ind w:left="360"/>
        <w:rPr>
          <w:sz w:val="22"/>
        </w:rPr>
      </w:pPr>
      <w:r w:rsidRPr="00D8476B">
        <w:rPr>
          <w:smallCaps w:val="0"/>
          <w:sz w:val="22"/>
        </w:rPr>
        <w:t>Akceptacja Kierownika Jednostki lub osoby upoważnionej</w:t>
      </w:r>
    </w:p>
    <w:sectPr w:rsidR="0085747A" w:rsidRPr="00D8476B" w:rsidSect="00D8476B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B429B" w14:textId="77777777" w:rsidR="005F6426" w:rsidRDefault="005F6426" w:rsidP="00C16ABF">
      <w:pPr>
        <w:spacing w:after="0" w:line="240" w:lineRule="auto"/>
      </w:pPr>
      <w:r>
        <w:separator/>
      </w:r>
    </w:p>
  </w:endnote>
  <w:endnote w:type="continuationSeparator" w:id="0">
    <w:p w14:paraId="795EB24E" w14:textId="77777777" w:rsidR="005F6426" w:rsidRDefault="005F64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58BCC" w14:textId="77777777" w:rsidR="005F6426" w:rsidRDefault="005F6426" w:rsidP="00C16ABF">
      <w:pPr>
        <w:spacing w:after="0" w:line="240" w:lineRule="auto"/>
      </w:pPr>
      <w:r>
        <w:separator/>
      </w:r>
    </w:p>
  </w:footnote>
  <w:footnote w:type="continuationSeparator" w:id="0">
    <w:p w14:paraId="18CED74D" w14:textId="77777777" w:rsidR="005F6426" w:rsidRDefault="005F6426" w:rsidP="00C16ABF">
      <w:pPr>
        <w:spacing w:after="0" w:line="240" w:lineRule="auto"/>
      </w:pPr>
      <w:r>
        <w:continuationSeparator/>
      </w:r>
    </w:p>
  </w:footnote>
  <w:footnote w:id="1">
    <w:p w14:paraId="2C8AC4A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4115B0"/>
    <w:multiLevelType w:val="hybridMultilevel"/>
    <w:tmpl w:val="4E70A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174"/>
    <w:rsid w:val="000D04B0"/>
    <w:rsid w:val="000F1C57"/>
    <w:rsid w:val="000F5615"/>
    <w:rsid w:val="00124BFF"/>
    <w:rsid w:val="0012560E"/>
    <w:rsid w:val="00127108"/>
    <w:rsid w:val="00134B13"/>
    <w:rsid w:val="0014309D"/>
    <w:rsid w:val="00146BC0"/>
    <w:rsid w:val="00153C41"/>
    <w:rsid w:val="00154381"/>
    <w:rsid w:val="001640A7"/>
    <w:rsid w:val="00164FA7"/>
    <w:rsid w:val="00166A03"/>
    <w:rsid w:val="001718A7"/>
    <w:rsid w:val="00172048"/>
    <w:rsid w:val="00172AC3"/>
    <w:rsid w:val="001737CF"/>
    <w:rsid w:val="00176083"/>
    <w:rsid w:val="001770C7"/>
    <w:rsid w:val="00180CB4"/>
    <w:rsid w:val="00192F37"/>
    <w:rsid w:val="00193629"/>
    <w:rsid w:val="001A70D2"/>
    <w:rsid w:val="001D657B"/>
    <w:rsid w:val="001D7B54"/>
    <w:rsid w:val="001E0209"/>
    <w:rsid w:val="001E7A68"/>
    <w:rsid w:val="001F2C6F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16B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411"/>
    <w:rsid w:val="002F4ABE"/>
    <w:rsid w:val="003018BA"/>
    <w:rsid w:val="0030395F"/>
    <w:rsid w:val="00305C92"/>
    <w:rsid w:val="00307937"/>
    <w:rsid w:val="0031161A"/>
    <w:rsid w:val="003151C5"/>
    <w:rsid w:val="003343CF"/>
    <w:rsid w:val="0034057C"/>
    <w:rsid w:val="00346FE9"/>
    <w:rsid w:val="0034759A"/>
    <w:rsid w:val="003503F6"/>
    <w:rsid w:val="003530DD"/>
    <w:rsid w:val="00363F78"/>
    <w:rsid w:val="003A05E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5FD8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2E8"/>
    <w:rsid w:val="00517C63"/>
    <w:rsid w:val="00526C94"/>
    <w:rsid w:val="005363C4"/>
    <w:rsid w:val="00536BDE"/>
    <w:rsid w:val="00543ACC"/>
    <w:rsid w:val="0056696D"/>
    <w:rsid w:val="00573EF9"/>
    <w:rsid w:val="00581A9B"/>
    <w:rsid w:val="005833A8"/>
    <w:rsid w:val="0059484D"/>
    <w:rsid w:val="005A0855"/>
    <w:rsid w:val="005A3196"/>
    <w:rsid w:val="005C080F"/>
    <w:rsid w:val="005C55E5"/>
    <w:rsid w:val="005C696A"/>
    <w:rsid w:val="005D760D"/>
    <w:rsid w:val="005E6E85"/>
    <w:rsid w:val="005F31D2"/>
    <w:rsid w:val="005F6426"/>
    <w:rsid w:val="0061029B"/>
    <w:rsid w:val="00617230"/>
    <w:rsid w:val="00621CE1"/>
    <w:rsid w:val="00627FC9"/>
    <w:rsid w:val="00630BEF"/>
    <w:rsid w:val="00641F3F"/>
    <w:rsid w:val="00647FA8"/>
    <w:rsid w:val="00650C5F"/>
    <w:rsid w:val="00654934"/>
    <w:rsid w:val="006620D9"/>
    <w:rsid w:val="00671958"/>
    <w:rsid w:val="00675843"/>
    <w:rsid w:val="00696477"/>
    <w:rsid w:val="006B6B58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8F5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9D8"/>
    <w:rsid w:val="007D6E56"/>
    <w:rsid w:val="007F1652"/>
    <w:rsid w:val="007F4155"/>
    <w:rsid w:val="007F534B"/>
    <w:rsid w:val="0081554D"/>
    <w:rsid w:val="0081707E"/>
    <w:rsid w:val="00830942"/>
    <w:rsid w:val="00832EB5"/>
    <w:rsid w:val="008449B3"/>
    <w:rsid w:val="0085747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10AD"/>
    <w:rsid w:val="008E64F4"/>
    <w:rsid w:val="008F12C9"/>
    <w:rsid w:val="008F48D8"/>
    <w:rsid w:val="008F6E29"/>
    <w:rsid w:val="00916188"/>
    <w:rsid w:val="00923D7D"/>
    <w:rsid w:val="009508DF"/>
    <w:rsid w:val="00950DAC"/>
    <w:rsid w:val="00954A07"/>
    <w:rsid w:val="00956799"/>
    <w:rsid w:val="00997F14"/>
    <w:rsid w:val="009A1325"/>
    <w:rsid w:val="009A78CD"/>
    <w:rsid w:val="009A78D9"/>
    <w:rsid w:val="009C1331"/>
    <w:rsid w:val="009C3E31"/>
    <w:rsid w:val="009C54AE"/>
    <w:rsid w:val="009C788E"/>
    <w:rsid w:val="009D13C0"/>
    <w:rsid w:val="009E3B41"/>
    <w:rsid w:val="009F0F64"/>
    <w:rsid w:val="009F215E"/>
    <w:rsid w:val="009F3C5C"/>
    <w:rsid w:val="009F4610"/>
    <w:rsid w:val="00A00ECC"/>
    <w:rsid w:val="00A04724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1AEE"/>
    <w:rsid w:val="00A97DE1"/>
    <w:rsid w:val="00AA73D6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42FB"/>
    <w:rsid w:val="00B06142"/>
    <w:rsid w:val="00B134EF"/>
    <w:rsid w:val="00B135B1"/>
    <w:rsid w:val="00B3130B"/>
    <w:rsid w:val="00B40ADB"/>
    <w:rsid w:val="00B43B77"/>
    <w:rsid w:val="00B43E80"/>
    <w:rsid w:val="00B51A68"/>
    <w:rsid w:val="00B607DB"/>
    <w:rsid w:val="00B66529"/>
    <w:rsid w:val="00B71BBC"/>
    <w:rsid w:val="00B75642"/>
    <w:rsid w:val="00B75946"/>
    <w:rsid w:val="00B8056E"/>
    <w:rsid w:val="00B819C8"/>
    <w:rsid w:val="00B82308"/>
    <w:rsid w:val="00B90885"/>
    <w:rsid w:val="00BB520A"/>
    <w:rsid w:val="00BD337F"/>
    <w:rsid w:val="00BD3869"/>
    <w:rsid w:val="00BD66E9"/>
    <w:rsid w:val="00BD6FF4"/>
    <w:rsid w:val="00BE6880"/>
    <w:rsid w:val="00BF2C41"/>
    <w:rsid w:val="00BF7B80"/>
    <w:rsid w:val="00C058B4"/>
    <w:rsid w:val="00C05F44"/>
    <w:rsid w:val="00C12216"/>
    <w:rsid w:val="00C131B5"/>
    <w:rsid w:val="00C16ABF"/>
    <w:rsid w:val="00C170AE"/>
    <w:rsid w:val="00C26CB7"/>
    <w:rsid w:val="00C31BA2"/>
    <w:rsid w:val="00C324C1"/>
    <w:rsid w:val="00C36992"/>
    <w:rsid w:val="00C56036"/>
    <w:rsid w:val="00C61DC5"/>
    <w:rsid w:val="00C67E92"/>
    <w:rsid w:val="00C70A26"/>
    <w:rsid w:val="00C766DF"/>
    <w:rsid w:val="00C94B98"/>
    <w:rsid w:val="00C97165"/>
    <w:rsid w:val="00CA2B96"/>
    <w:rsid w:val="00CA5089"/>
    <w:rsid w:val="00CA773C"/>
    <w:rsid w:val="00CB42CB"/>
    <w:rsid w:val="00CC4279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476B"/>
    <w:rsid w:val="00D8678B"/>
    <w:rsid w:val="00DA2114"/>
    <w:rsid w:val="00DA4EBE"/>
    <w:rsid w:val="00DB387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A76"/>
    <w:rsid w:val="00E63348"/>
    <w:rsid w:val="00E77E88"/>
    <w:rsid w:val="00E8107D"/>
    <w:rsid w:val="00E82E65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3482"/>
    <w:rsid w:val="00EE5457"/>
    <w:rsid w:val="00F070AB"/>
    <w:rsid w:val="00F071E2"/>
    <w:rsid w:val="00F17567"/>
    <w:rsid w:val="00F27A7B"/>
    <w:rsid w:val="00F526AF"/>
    <w:rsid w:val="00F617C3"/>
    <w:rsid w:val="00F7066B"/>
    <w:rsid w:val="00F818C4"/>
    <w:rsid w:val="00F83B28"/>
    <w:rsid w:val="00FA46E5"/>
    <w:rsid w:val="00FB7DBA"/>
    <w:rsid w:val="00FC1C25"/>
    <w:rsid w:val="00FC3F45"/>
    <w:rsid w:val="00FD503F"/>
    <w:rsid w:val="00FD7589"/>
    <w:rsid w:val="00FE1286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359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C36D7-5CE9-4CBC-88DB-17E1884E1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785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2021-01-11T13:45:00Z</dcterms:created>
  <dcterms:modified xsi:type="dcterms:W3CDTF">2021-01-11T13:45:00Z</dcterms:modified>
</cp:coreProperties>
</file>